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A12CE8" w:rsidRPr="000A5C3F" w:rsidRDefault="00893EB4" w:rsidP="000A5C3F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6C79D7" w:rsidP="000A5C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0A5C3F">
              <w:rPr>
                <w:szCs w:val="28"/>
              </w:rPr>
              <w:t>5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0A5C3F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023A0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0A5C3F">
              <w:rPr>
                <w:szCs w:val="28"/>
              </w:rPr>
              <w:t>130</w:t>
            </w:r>
            <w:r w:rsidR="00D53570">
              <w:rPr>
                <w:szCs w:val="28"/>
              </w:rPr>
              <w:t>/</w:t>
            </w:r>
            <w:r w:rsidR="000A5C3F">
              <w:rPr>
                <w:szCs w:val="28"/>
              </w:rPr>
              <w:t>735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Pr="00E212C9" w:rsidRDefault="006C3881" w:rsidP="00DA44EF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DA44EF" w:rsidRPr="008C01EC" w:rsidTr="00E932D8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DA44EF" w:rsidRDefault="00DA44EF" w:rsidP="00E932D8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DA44EF" w:rsidRPr="000A5C3F" w:rsidRDefault="00DA44EF" w:rsidP="000A5C3F">
            <w:pPr>
              <w:pStyle w:val="af0"/>
            </w:pPr>
            <w:r>
              <w:t>Короткой Ольги Александровны, выдвинутой избирательным объединением «</w:t>
            </w:r>
            <w:r w:rsidRPr="008D3433">
              <w:rPr>
                <w:szCs w:val="28"/>
              </w:rPr>
              <w:t xml:space="preserve">Местное отделение Всероссийской политической партии </w:t>
            </w:r>
            <w:r w:rsidRPr="000A5C3F">
              <w:rPr>
                <w:szCs w:val="28"/>
              </w:rPr>
              <w:t>«ЕДИНАЯ РОССИЯ»</w:t>
            </w:r>
            <w:r w:rsidRPr="008D3433">
              <w:rPr>
                <w:szCs w:val="28"/>
              </w:rPr>
              <w:t xml:space="preserve"> </w:t>
            </w:r>
            <w:proofErr w:type="spellStart"/>
            <w:r w:rsidRPr="008D3433">
              <w:rPr>
                <w:szCs w:val="28"/>
              </w:rPr>
              <w:t>Старожиловского</w:t>
            </w:r>
            <w:proofErr w:type="spellEnd"/>
            <w:r w:rsidRPr="008D3433">
              <w:rPr>
                <w:szCs w:val="28"/>
              </w:rPr>
              <w:t xml:space="preserve"> муниципального округа Рязанской области</w:t>
            </w:r>
            <w:r>
              <w:t xml:space="preserve">» </w:t>
            </w:r>
            <w:r>
              <w:rPr>
                <w:bCs/>
                <w:szCs w:val="28"/>
              </w:rPr>
              <w:t>по многомандатному избирательному округу № 3</w:t>
            </w:r>
          </w:p>
          <w:p w:rsidR="00DA44EF" w:rsidRPr="00FA6938" w:rsidRDefault="00DA44EF" w:rsidP="00E932D8">
            <w:pPr>
              <w:pStyle w:val="af0"/>
              <w:rPr>
                <w:szCs w:val="28"/>
              </w:rPr>
            </w:pPr>
          </w:p>
        </w:tc>
      </w:tr>
    </w:tbl>
    <w:p w:rsidR="00DA44EF" w:rsidRDefault="00DA44EF" w:rsidP="00DA44EF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>При рассмотрении документ</w:t>
      </w:r>
      <w:bookmarkStart w:id="0" w:name="_GoBack"/>
      <w:r w:rsidRPr="00EE195A">
        <w:rPr>
          <w:szCs w:val="28"/>
        </w:rPr>
        <w:t>о</w:t>
      </w:r>
      <w:bookmarkEnd w:id="0"/>
      <w:r w:rsidRPr="00EE195A">
        <w:rPr>
          <w:szCs w:val="28"/>
        </w:rPr>
        <w:t xml:space="preserve">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t>Короткой Ольги Александровны</w:t>
      </w:r>
      <w:r w:rsidRPr="00EE195A">
        <w:rPr>
          <w:szCs w:val="28"/>
        </w:rPr>
        <w:t>, выдвинуто</w:t>
      </w:r>
      <w:r>
        <w:rPr>
          <w:szCs w:val="28"/>
        </w:rPr>
        <w:t>й</w:t>
      </w:r>
      <w:r w:rsidRPr="00EE195A">
        <w:rPr>
          <w:szCs w:val="28"/>
        </w:rPr>
        <w:t xml:space="preserve"> избирательным объединением «</w:t>
      </w:r>
      <w:r w:rsidRPr="008D3433">
        <w:rPr>
          <w:szCs w:val="28"/>
        </w:rPr>
        <w:t xml:space="preserve">Местное отделение Всероссийской политической партии </w:t>
      </w:r>
      <w:r w:rsidRPr="000A5C3F">
        <w:rPr>
          <w:szCs w:val="28"/>
        </w:rPr>
        <w:t>«ЕДИНАЯ РОССИЯ»</w:t>
      </w:r>
      <w:r w:rsidRPr="008D3433">
        <w:rPr>
          <w:szCs w:val="28"/>
        </w:rPr>
        <w:t xml:space="preserve"> </w:t>
      </w:r>
      <w:proofErr w:type="spellStart"/>
      <w:r w:rsidRPr="008D3433">
        <w:rPr>
          <w:szCs w:val="28"/>
        </w:rPr>
        <w:t>Старожиловского</w:t>
      </w:r>
      <w:proofErr w:type="spellEnd"/>
      <w:r w:rsidRPr="008D3433">
        <w:rPr>
          <w:szCs w:val="28"/>
        </w:rPr>
        <w:t xml:space="preserve"> муниципального округа Рязанской области</w:t>
      </w:r>
      <w:r w:rsidRPr="00EE195A">
        <w:rPr>
          <w:szCs w:val="28"/>
        </w:rPr>
        <w:t xml:space="preserve">»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>
        <w:rPr>
          <w:bCs/>
          <w:szCs w:val="28"/>
        </w:rPr>
        <w:t>3, установлено следующее.</w:t>
      </w:r>
    </w:p>
    <w:p w:rsidR="00DA44EF" w:rsidRPr="00EE195A" w:rsidRDefault="00DA44EF" w:rsidP="00DA44EF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28, 30 </w:t>
      </w:r>
      <w:r w:rsidRPr="00F67C00">
        <w:rPr>
          <w:szCs w:val="28"/>
        </w:rPr>
        <w:t>Закона Рязанской области от 5 августа 2011 года №63-ОЗ «О выборах депутатов представительного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DA44EF" w:rsidRDefault="00DA44EF" w:rsidP="00DA44EF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DA44EF" w:rsidRPr="00BA7DD1" w:rsidRDefault="00DA44EF" w:rsidP="00DA44EF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lastRenderedPageBreak/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DA44EF" w:rsidRPr="000A5C3F" w:rsidRDefault="00DA44EF" w:rsidP="00DA44EF">
      <w:pPr>
        <w:keepLines/>
        <w:spacing w:line="360" w:lineRule="auto"/>
        <w:ind w:firstLine="710"/>
        <w:jc w:val="both"/>
      </w:pPr>
      <w:r w:rsidRPr="0022269B">
        <w:rPr>
          <w:szCs w:val="28"/>
        </w:rPr>
        <w:t xml:space="preserve">1. Зарегистрировать кандидатом в депутаты </w:t>
      </w:r>
      <w:r w:rsidRPr="0022269B">
        <w:rPr>
          <w:bCs/>
          <w:szCs w:val="28"/>
        </w:rPr>
        <w:t xml:space="preserve">Думы </w:t>
      </w:r>
      <w:proofErr w:type="spellStart"/>
      <w:r w:rsidRPr="0022269B">
        <w:rPr>
          <w:bCs/>
          <w:szCs w:val="28"/>
        </w:rPr>
        <w:t>Старожиловского</w:t>
      </w:r>
      <w:proofErr w:type="spellEnd"/>
      <w:r w:rsidRPr="0022269B">
        <w:rPr>
          <w:bCs/>
          <w:szCs w:val="28"/>
        </w:rPr>
        <w:t xml:space="preserve"> муниципального округа Рязанской области первого созыва по многомандатному избирательному округу № </w:t>
      </w:r>
      <w:r>
        <w:rPr>
          <w:bCs/>
          <w:szCs w:val="28"/>
        </w:rPr>
        <w:t>3</w:t>
      </w:r>
      <w:r w:rsidRPr="0022269B">
        <w:rPr>
          <w:bCs/>
          <w:szCs w:val="28"/>
        </w:rPr>
        <w:t xml:space="preserve"> </w:t>
      </w:r>
      <w:r>
        <w:t>Короткую Ольгу Александровну</w:t>
      </w:r>
      <w:r>
        <w:rPr>
          <w:szCs w:val="28"/>
        </w:rPr>
        <w:t xml:space="preserve">, 1961 года рождения, </w:t>
      </w:r>
      <w:r w:rsidRPr="0022269B">
        <w:t>выдвинут</w:t>
      </w:r>
      <w:r>
        <w:t>ого</w:t>
      </w:r>
      <w:r w:rsidRPr="0022269B">
        <w:t xml:space="preserve"> </w:t>
      </w:r>
      <w:r w:rsidRPr="0022269B">
        <w:rPr>
          <w:szCs w:val="28"/>
        </w:rPr>
        <w:t xml:space="preserve">Местным отделением Всероссийской политической партии </w:t>
      </w:r>
      <w:r w:rsidRPr="000A5C3F">
        <w:rPr>
          <w:szCs w:val="28"/>
        </w:rPr>
        <w:t>«ЕДИНАЯ РОССИЯ»</w:t>
      </w:r>
      <w:r w:rsidRPr="0022269B">
        <w:rPr>
          <w:szCs w:val="28"/>
        </w:rPr>
        <w:t xml:space="preserve"> </w:t>
      </w:r>
      <w:proofErr w:type="spellStart"/>
      <w:r w:rsidRPr="0022269B">
        <w:rPr>
          <w:szCs w:val="28"/>
        </w:rPr>
        <w:t>Старожиловского</w:t>
      </w:r>
      <w:proofErr w:type="spellEnd"/>
      <w:r w:rsidRPr="0022269B">
        <w:rPr>
          <w:szCs w:val="28"/>
        </w:rPr>
        <w:t xml:space="preserve"> муниципального округа Рязанской области</w:t>
      </w:r>
      <w:r w:rsidRPr="000A5C3F">
        <w:t>,</w:t>
      </w:r>
      <w:r w:rsidR="001A4232" w:rsidRPr="000A5C3F">
        <w:t xml:space="preserve"> </w:t>
      </w:r>
      <w:r w:rsidRPr="000A5C3F">
        <w:rPr>
          <w:szCs w:val="28"/>
        </w:rPr>
        <w:t xml:space="preserve">5 </w:t>
      </w:r>
      <w:r w:rsidR="001A4232" w:rsidRPr="000A5C3F">
        <w:rPr>
          <w:szCs w:val="28"/>
        </w:rPr>
        <w:t>августа</w:t>
      </w:r>
      <w:r w:rsidRPr="000A5C3F">
        <w:rPr>
          <w:szCs w:val="28"/>
        </w:rPr>
        <w:t xml:space="preserve"> 2025 года в 15 ч. 44 мин. </w:t>
      </w:r>
    </w:p>
    <w:p w:rsidR="00DA44EF" w:rsidRDefault="00DA44EF" w:rsidP="00DA44EF">
      <w:pPr>
        <w:spacing w:line="360" w:lineRule="auto"/>
        <w:ind w:firstLine="426"/>
        <w:jc w:val="both"/>
        <w:rPr>
          <w:szCs w:val="28"/>
        </w:rPr>
      </w:pPr>
      <w:r w:rsidRPr="000A5C3F">
        <w:rPr>
          <w:szCs w:val="28"/>
        </w:rPr>
        <w:t>2.    Выдать Короткой О.А.,   зарегистрированному</w:t>
      </w:r>
      <w:r w:rsidRPr="00647F0C">
        <w:rPr>
          <w:szCs w:val="28"/>
        </w:rPr>
        <w:t xml:space="preserve">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3,</w:t>
      </w:r>
      <w:r w:rsidRPr="00647F0C">
        <w:rPr>
          <w:szCs w:val="28"/>
        </w:rPr>
        <w:t xml:space="preserve"> удостоверение установленной формы.</w:t>
      </w:r>
    </w:p>
    <w:p w:rsidR="00DA44EF" w:rsidRDefault="00DA44EF" w:rsidP="00DA44E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DA44EF" w:rsidRDefault="00DA44EF" w:rsidP="00DA44E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E72F00" w:rsidRPr="00E72F00" w:rsidRDefault="00E72F00" w:rsidP="00DA44EF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268" w:rsidRDefault="006D6268">
      <w:r>
        <w:separator/>
      </w:r>
    </w:p>
  </w:endnote>
  <w:endnote w:type="continuationSeparator" w:id="0">
    <w:p w:rsidR="006D6268" w:rsidRDefault="006D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268" w:rsidRDefault="006D6268">
      <w:r>
        <w:separator/>
      </w:r>
    </w:p>
  </w:footnote>
  <w:footnote w:type="continuationSeparator" w:id="0">
    <w:p w:rsidR="006D6268" w:rsidRDefault="006D6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23397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5C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35E5B"/>
    <w:rsid w:val="00043F3F"/>
    <w:rsid w:val="00047F7C"/>
    <w:rsid w:val="0005468D"/>
    <w:rsid w:val="000629D2"/>
    <w:rsid w:val="00072A79"/>
    <w:rsid w:val="0008190C"/>
    <w:rsid w:val="0008236B"/>
    <w:rsid w:val="000861DB"/>
    <w:rsid w:val="00087116"/>
    <w:rsid w:val="00091B54"/>
    <w:rsid w:val="00095775"/>
    <w:rsid w:val="0009673A"/>
    <w:rsid w:val="000A336C"/>
    <w:rsid w:val="000A4D2C"/>
    <w:rsid w:val="000A5C3F"/>
    <w:rsid w:val="000C468D"/>
    <w:rsid w:val="000C7717"/>
    <w:rsid w:val="000E6159"/>
    <w:rsid w:val="000F2F3F"/>
    <w:rsid w:val="001018DD"/>
    <w:rsid w:val="0010526D"/>
    <w:rsid w:val="00105A2C"/>
    <w:rsid w:val="0011134B"/>
    <w:rsid w:val="00116E28"/>
    <w:rsid w:val="001249CF"/>
    <w:rsid w:val="001314E0"/>
    <w:rsid w:val="001410B3"/>
    <w:rsid w:val="001562BC"/>
    <w:rsid w:val="00173BCD"/>
    <w:rsid w:val="00173F30"/>
    <w:rsid w:val="0019513C"/>
    <w:rsid w:val="001A05EA"/>
    <w:rsid w:val="001A4232"/>
    <w:rsid w:val="001B65B9"/>
    <w:rsid w:val="001C0160"/>
    <w:rsid w:val="001C12D7"/>
    <w:rsid w:val="001C2AF4"/>
    <w:rsid w:val="001D52C9"/>
    <w:rsid w:val="001F3AE9"/>
    <w:rsid w:val="001F6E08"/>
    <w:rsid w:val="001F6F76"/>
    <w:rsid w:val="0021604A"/>
    <w:rsid w:val="00222060"/>
    <w:rsid w:val="00226742"/>
    <w:rsid w:val="00233975"/>
    <w:rsid w:val="002404AB"/>
    <w:rsid w:val="00257579"/>
    <w:rsid w:val="00260675"/>
    <w:rsid w:val="00265A33"/>
    <w:rsid w:val="002A5D2D"/>
    <w:rsid w:val="002A6DDE"/>
    <w:rsid w:val="002C0D46"/>
    <w:rsid w:val="0031415B"/>
    <w:rsid w:val="003328AF"/>
    <w:rsid w:val="00333A17"/>
    <w:rsid w:val="00345FDC"/>
    <w:rsid w:val="0037549B"/>
    <w:rsid w:val="003A58E4"/>
    <w:rsid w:val="003B363D"/>
    <w:rsid w:val="003C2BAE"/>
    <w:rsid w:val="003C3DA4"/>
    <w:rsid w:val="003C6D33"/>
    <w:rsid w:val="003D0502"/>
    <w:rsid w:val="003D42AD"/>
    <w:rsid w:val="003F06E4"/>
    <w:rsid w:val="003F5DBC"/>
    <w:rsid w:val="004032D1"/>
    <w:rsid w:val="00420AE9"/>
    <w:rsid w:val="00441A5A"/>
    <w:rsid w:val="004700EA"/>
    <w:rsid w:val="00484E9E"/>
    <w:rsid w:val="00486228"/>
    <w:rsid w:val="00486CF5"/>
    <w:rsid w:val="00495080"/>
    <w:rsid w:val="004A0053"/>
    <w:rsid w:val="004A1DA6"/>
    <w:rsid w:val="004A30A2"/>
    <w:rsid w:val="004B202A"/>
    <w:rsid w:val="004B3E7D"/>
    <w:rsid w:val="004B568A"/>
    <w:rsid w:val="004C2BBD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46740"/>
    <w:rsid w:val="005707C8"/>
    <w:rsid w:val="00573960"/>
    <w:rsid w:val="00583A68"/>
    <w:rsid w:val="005945A9"/>
    <w:rsid w:val="005B194A"/>
    <w:rsid w:val="005C4FC1"/>
    <w:rsid w:val="005D6E6A"/>
    <w:rsid w:val="005E7138"/>
    <w:rsid w:val="005F62FE"/>
    <w:rsid w:val="00600B8A"/>
    <w:rsid w:val="006103AC"/>
    <w:rsid w:val="00611D71"/>
    <w:rsid w:val="006176E7"/>
    <w:rsid w:val="00617F74"/>
    <w:rsid w:val="0062748E"/>
    <w:rsid w:val="00635976"/>
    <w:rsid w:val="006443AB"/>
    <w:rsid w:val="006730D8"/>
    <w:rsid w:val="00676575"/>
    <w:rsid w:val="00697BA1"/>
    <w:rsid w:val="006A4BA5"/>
    <w:rsid w:val="006A5494"/>
    <w:rsid w:val="006C3881"/>
    <w:rsid w:val="006C79D7"/>
    <w:rsid w:val="006D3402"/>
    <w:rsid w:val="006D6268"/>
    <w:rsid w:val="006E1006"/>
    <w:rsid w:val="007009E3"/>
    <w:rsid w:val="00720B3E"/>
    <w:rsid w:val="00723D2D"/>
    <w:rsid w:val="00731F44"/>
    <w:rsid w:val="00742C58"/>
    <w:rsid w:val="007662E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3E"/>
    <w:rsid w:val="007D34E0"/>
    <w:rsid w:val="007F5687"/>
    <w:rsid w:val="008008BF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63494"/>
    <w:rsid w:val="00871476"/>
    <w:rsid w:val="00872689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D05BB"/>
    <w:rsid w:val="009E12B1"/>
    <w:rsid w:val="009F1882"/>
    <w:rsid w:val="00A024D9"/>
    <w:rsid w:val="00A06EF6"/>
    <w:rsid w:val="00A12CE8"/>
    <w:rsid w:val="00A23D83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A0E51"/>
    <w:rsid w:val="00BC3DF0"/>
    <w:rsid w:val="00BC5AA2"/>
    <w:rsid w:val="00BD13C4"/>
    <w:rsid w:val="00BD2A8F"/>
    <w:rsid w:val="00BD4382"/>
    <w:rsid w:val="00BF2FBF"/>
    <w:rsid w:val="00BF3B8C"/>
    <w:rsid w:val="00C10702"/>
    <w:rsid w:val="00C114C7"/>
    <w:rsid w:val="00C155BF"/>
    <w:rsid w:val="00C16CE1"/>
    <w:rsid w:val="00C2280C"/>
    <w:rsid w:val="00C27F45"/>
    <w:rsid w:val="00C47EFA"/>
    <w:rsid w:val="00C5122C"/>
    <w:rsid w:val="00C542AC"/>
    <w:rsid w:val="00C64C71"/>
    <w:rsid w:val="00C65426"/>
    <w:rsid w:val="00C66C1D"/>
    <w:rsid w:val="00C713BE"/>
    <w:rsid w:val="00C87E91"/>
    <w:rsid w:val="00CA4973"/>
    <w:rsid w:val="00CA6982"/>
    <w:rsid w:val="00CB3CC8"/>
    <w:rsid w:val="00CB50B0"/>
    <w:rsid w:val="00CB6180"/>
    <w:rsid w:val="00CD7F04"/>
    <w:rsid w:val="00CE4798"/>
    <w:rsid w:val="00D05B63"/>
    <w:rsid w:val="00D10739"/>
    <w:rsid w:val="00D11025"/>
    <w:rsid w:val="00D24F07"/>
    <w:rsid w:val="00D53570"/>
    <w:rsid w:val="00D83083"/>
    <w:rsid w:val="00D906E5"/>
    <w:rsid w:val="00DA2EBF"/>
    <w:rsid w:val="00DA44EF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40FAD"/>
    <w:rsid w:val="00E42F94"/>
    <w:rsid w:val="00E601BB"/>
    <w:rsid w:val="00E72F00"/>
    <w:rsid w:val="00E739DC"/>
    <w:rsid w:val="00E93764"/>
    <w:rsid w:val="00E94F4F"/>
    <w:rsid w:val="00EA2D50"/>
    <w:rsid w:val="00EA7B25"/>
    <w:rsid w:val="00EB1E71"/>
    <w:rsid w:val="00EB35E5"/>
    <w:rsid w:val="00EB6802"/>
    <w:rsid w:val="00EB75FC"/>
    <w:rsid w:val="00EC1B52"/>
    <w:rsid w:val="00EC1E44"/>
    <w:rsid w:val="00EC43D4"/>
    <w:rsid w:val="00EC4406"/>
    <w:rsid w:val="00ED0F21"/>
    <w:rsid w:val="00EE2B53"/>
    <w:rsid w:val="00EF33E0"/>
    <w:rsid w:val="00EF67DC"/>
    <w:rsid w:val="00F04799"/>
    <w:rsid w:val="00F22B7C"/>
    <w:rsid w:val="00F23145"/>
    <w:rsid w:val="00F27A63"/>
    <w:rsid w:val="00F3059C"/>
    <w:rsid w:val="00F34F07"/>
    <w:rsid w:val="00F369DC"/>
    <w:rsid w:val="00F36B6E"/>
    <w:rsid w:val="00F67C00"/>
    <w:rsid w:val="00F729BE"/>
    <w:rsid w:val="00FA11BA"/>
    <w:rsid w:val="00FB77CB"/>
    <w:rsid w:val="00FC427F"/>
    <w:rsid w:val="00FC5A1B"/>
    <w:rsid w:val="00FD1C16"/>
    <w:rsid w:val="00FE306C"/>
    <w:rsid w:val="00FE4C6C"/>
    <w:rsid w:val="00FE7580"/>
    <w:rsid w:val="00FF5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91A68-C5C1-47E3-89A6-BF4BA9F8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157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44</cp:revision>
  <cp:lastPrinted>2025-08-04T08:11:00Z</cp:lastPrinted>
  <dcterms:created xsi:type="dcterms:W3CDTF">2021-03-22T05:52:00Z</dcterms:created>
  <dcterms:modified xsi:type="dcterms:W3CDTF">2025-08-04T08:11:00Z</dcterms:modified>
</cp:coreProperties>
</file>