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E04310" w:rsidRDefault="00893EB4" w:rsidP="00E04310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4C62F0" w:rsidP="00E043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E04310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E04310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E04310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E04310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E04310">
              <w:rPr>
                <w:szCs w:val="28"/>
              </w:rPr>
              <w:t>733</w:t>
            </w:r>
          </w:p>
        </w:tc>
      </w:tr>
    </w:tbl>
    <w:p w:rsidR="006C3881" w:rsidRPr="00E212C9" w:rsidRDefault="006C3881" w:rsidP="00042246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042246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042246" w:rsidRDefault="00042246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042246" w:rsidRPr="00E04310" w:rsidRDefault="00042246" w:rsidP="00E04310">
            <w:pPr>
              <w:pStyle w:val="af0"/>
            </w:pPr>
            <w:r>
              <w:t>Горбенко Федора Дмитриевича,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E04310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  <w:r>
              <w:rPr>
                <w:bCs/>
                <w:szCs w:val="28"/>
              </w:rPr>
              <w:t>по многомандатному избирательному округу № 3</w:t>
            </w:r>
          </w:p>
          <w:bookmarkEnd w:id="0"/>
          <w:p w:rsidR="00042246" w:rsidRPr="00FA6938" w:rsidRDefault="00042246" w:rsidP="00E932D8">
            <w:pPr>
              <w:pStyle w:val="af0"/>
              <w:rPr>
                <w:szCs w:val="28"/>
              </w:rPr>
            </w:pPr>
          </w:p>
        </w:tc>
      </w:tr>
    </w:tbl>
    <w:p w:rsidR="00042246" w:rsidRDefault="00042246" w:rsidP="00042246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t>Горбенко Федора Дмитриевича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E04310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3, установлено следующее.</w:t>
      </w:r>
    </w:p>
    <w:p w:rsidR="00042246" w:rsidRPr="00EE195A" w:rsidRDefault="00042246" w:rsidP="00042246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042246" w:rsidRDefault="00042246" w:rsidP="00042246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042246" w:rsidRPr="00BA7DD1" w:rsidRDefault="00042246" w:rsidP="00042246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042246" w:rsidRPr="00647F0C" w:rsidRDefault="00042246" w:rsidP="00042246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3</w:t>
      </w:r>
      <w:r w:rsidRPr="0022269B">
        <w:rPr>
          <w:bCs/>
          <w:szCs w:val="28"/>
        </w:rPr>
        <w:t xml:space="preserve"> </w:t>
      </w:r>
      <w:r>
        <w:t>Горбенко Федора Дмитриевича</w:t>
      </w:r>
      <w:r w:rsidRPr="0022269B">
        <w:rPr>
          <w:rFonts w:eastAsia="Calibri"/>
          <w:szCs w:val="22"/>
          <w:lang w:eastAsia="en-US"/>
        </w:rPr>
        <w:t xml:space="preserve">, </w:t>
      </w:r>
      <w:r>
        <w:rPr>
          <w:szCs w:val="28"/>
        </w:rPr>
        <w:t xml:space="preserve">1957 года рождения,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E04310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E04310">
        <w:t>,</w:t>
      </w:r>
      <w:r w:rsidR="00760C79" w:rsidRPr="00E04310">
        <w:t xml:space="preserve"> </w:t>
      </w:r>
      <w:r w:rsidRPr="00E04310">
        <w:rPr>
          <w:szCs w:val="28"/>
        </w:rPr>
        <w:t xml:space="preserve">5 </w:t>
      </w:r>
      <w:r w:rsidR="00760C79" w:rsidRPr="00E04310">
        <w:rPr>
          <w:szCs w:val="28"/>
        </w:rPr>
        <w:t>августа</w:t>
      </w:r>
      <w:r w:rsidRPr="00E04310">
        <w:rPr>
          <w:szCs w:val="28"/>
        </w:rPr>
        <w:t xml:space="preserve"> 2025 года в 15 ч. 4</w:t>
      </w:r>
      <w:r w:rsidR="00E04310" w:rsidRPr="00E04310">
        <w:rPr>
          <w:szCs w:val="28"/>
        </w:rPr>
        <w:t>0</w:t>
      </w:r>
      <w:r w:rsidRPr="00E04310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042246" w:rsidRDefault="00042246" w:rsidP="00042246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Горбенко Ф.Д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3,</w:t>
      </w:r>
      <w:r w:rsidRPr="00647F0C">
        <w:rPr>
          <w:szCs w:val="28"/>
        </w:rPr>
        <w:t xml:space="preserve"> удостоверение установленной формы.</w:t>
      </w:r>
    </w:p>
    <w:p w:rsidR="00042246" w:rsidRDefault="00042246" w:rsidP="00042246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042246" w:rsidRDefault="00042246" w:rsidP="00042246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6CD" w:rsidRDefault="000356CD">
      <w:r>
        <w:separator/>
      </w:r>
    </w:p>
  </w:endnote>
  <w:endnote w:type="continuationSeparator" w:id="0">
    <w:p w:rsidR="000356CD" w:rsidRDefault="0003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6CD" w:rsidRDefault="000356CD">
      <w:r>
        <w:separator/>
      </w:r>
    </w:p>
  </w:footnote>
  <w:footnote w:type="continuationSeparator" w:id="0">
    <w:p w:rsidR="000356CD" w:rsidRDefault="00035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B35DB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43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6CD"/>
    <w:rsid w:val="00042246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36B6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57579"/>
    <w:rsid w:val="00260675"/>
    <w:rsid w:val="00265A33"/>
    <w:rsid w:val="002A5D2D"/>
    <w:rsid w:val="002A6DDE"/>
    <w:rsid w:val="002C0D46"/>
    <w:rsid w:val="002C0DAD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E13AF"/>
    <w:rsid w:val="003F5DBC"/>
    <w:rsid w:val="004032D1"/>
    <w:rsid w:val="00406927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62F0"/>
    <w:rsid w:val="004C7447"/>
    <w:rsid w:val="004D1267"/>
    <w:rsid w:val="00500C60"/>
    <w:rsid w:val="005018FF"/>
    <w:rsid w:val="005124B6"/>
    <w:rsid w:val="00523A4A"/>
    <w:rsid w:val="00530EEA"/>
    <w:rsid w:val="005338AD"/>
    <w:rsid w:val="00542F46"/>
    <w:rsid w:val="00546740"/>
    <w:rsid w:val="00550419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443AB"/>
    <w:rsid w:val="0064486E"/>
    <w:rsid w:val="006730D8"/>
    <w:rsid w:val="006873C6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60C79"/>
    <w:rsid w:val="007730BF"/>
    <w:rsid w:val="00781B53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4365"/>
    <w:rsid w:val="0081658C"/>
    <w:rsid w:val="0084202F"/>
    <w:rsid w:val="00846580"/>
    <w:rsid w:val="00855D2C"/>
    <w:rsid w:val="00881C1A"/>
    <w:rsid w:val="00893EB4"/>
    <w:rsid w:val="0089634F"/>
    <w:rsid w:val="008A58C8"/>
    <w:rsid w:val="008B33BB"/>
    <w:rsid w:val="008B3C2C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12CE8"/>
    <w:rsid w:val="00A23D83"/>
    <w:rsid w:val="00A26EB9"/>
    <w:rsid w:val="00A27221"/>
    <w:rsid w:val="00A42615"/>
    <w:rsid w:val="00A44A05"/>
    <w:rsid w:val="00A82DA4"/>
    <w:rsid w:val="00A965BC"/>
    <w:rsid w:val="00AA04AD"/>
    <w:rsid w:val="00AA6B91"/>
    <w:rsid w:val="00AC0258"/>
    <w:rsid w:val="00AE3137"/>
    <w:rsid w:val="00AE71DD"/>
    <w:rsid w:val="00B00804"/>
    <w:rsid w:val="00B2023D"/>
    <w:rsid w:val="00B35DB3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4C3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A00F2"/>
    <w:rsid w:val="00CA4973"/>
    <w:rsid w:val="00CA6982"/>
    <w:rsid w:val="00CB3CC8"/>
    <w:rsid w:val="00CB50B0"/>
    <w:rsid w:val="00CB6180"/>
    <w:rsid w:val="00CD7F04"/>
    <w:rsid w:val="00CE4798"/>
    <w:rsid w:val="00CE67BC"/>
    <w:rsid w:val="00CF2148"/>
    <w:rsid w:val="00D05B63"/>
    <w:rsid w:val="00D11025"/>
    <w:rsid w:val="00D24F07"/>
    <w:rsid w:val="00D368A3"/>
    <w:rsid w:val="00D53570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4310"/>
    <w:rsid w:val="00E12E90"/>
    <w:rsid w:val="00E23A29"/>
    <w:rsid w:val="00E260BA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D1E5-20B9-4741-9E37-3B094965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133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35</cp:revision>
  <cp:lastPrinted>2025-08-04T08:04:00Z</cp:lastPrinted>
  <dcterms:created xsi:type="dcterms:W3CDTF">2021-03-22T05:52:00Z</dcterms:created>
  <dcterms:modified xsi:type="dcterms:W3CDTF">2025-08-04T08:06:00Z</dcterms:modified>
</cp:coreProperties>
</file>