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687"/>
        <w:gridCol w:w="5776"/>
      </w:tblGrid>
      <w:tr w:rsidR="006C3881" w:rsidTr="000B4A03">
        <w:tc>
          <w:tcPr>
            <w:tcW w:w="3359" w:type="dxa"/>
            <w:hideMark/>
          </w:tcPr>
          <w:p w:rsidR="006C3881" w:rsidRDefault="006C3881" w:rsidP="00D24F07">
            <w:pPr>
              <w:jc w:val="center"/>
              <w:rPr>
                <w:szCs w:val="28"/>
              </w:rPr>
            </w:pPr>
          </w:p>
        </w:tc>
        <w:tc>
          <w:tcPr>
            <w:tcW w:w="687" w:type="dxa"/>
          </w:tcPr>
          <w:p w:rsidR="006C3881" w:rsidRDefault="006C3881" w:rsidP="00FA01B0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776" w:type="dxa"/>
            <w:hideMark/>
          </w:tcPr>
          <w:p w:rsidR="006C3881" w:rsidRDefault="000B4A03" w:rsidP="00B202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Приложение </w:t>
            </w:r>
          </w:p>
          <w:p w:rsidR="000B4A03" w:rsidRDefault="000B4A03" w:rsidP="000B4A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к решению территориальной избирательной комиссии  </w:t>
            </w:r>
            <w:proofErr w:type="spellStart"/>
            <w:r>
              <w:rPr>
                <w:szCs w:val="28"/>
              </w:rPr>
              <w:t>Старожиловского</w:t>
            </w:r>
            <w:proofErr w:type="spellEnd"/>
            <w:r>
              <w:rPr>
                <w:szCs w:val="28"/>
              </w:rPr>
              <w:t xml:space="preserve"> района Рязанской области </w:t>
            </w:r>
          </w:p>
          <w:p w:rsidR="000B4A03" w:rsidRPr="009C0439" w:rsidRDefault="001F5D9E" w:rsidP="005E2C85">
            <w:pPr>
              <w:jc w:val="center"/>
              <w:rPr>
                <w:szCs w:val="28"/>
                <w:lang w:val="en-US"/>
              </w:rPr>
            </w:pPr>
            <w:r w:rsidRPr="00665542">
              <w:rPr>
                <w:szCs w:val="28"/>
              </w:rPr>
              <w:t xml:space="preserve">от </w:t>
            </w:r>
            <w:r w:rsidR="00215489" w:rsidRPr="00665542">
              <w:rPr>
                <w:szCs w:val="28"/>
              </w:rPr>
              <w:t xml:space="preserve"> </w:t>
            </w:r>
            <w:r w:rsidR="00665542" w:rsidRPr="00665542">
              <w:rPr>
                <w:szCs w:val="28"/>
              </w:rPr>
              <w:t>31</w:t>
            </w:r>
            <w:r w:rsidR="00865FD7" w:rsidRPr="00665542">
              <w:rPr>
                <w:szCs w:val="28"/>
              </w:rPr>
              <w:t xml:space="preserve"> </w:t>
            </w:r>
            <w:r w:rsidR="001D0380" w:rsidRPr="00665542">
              <w:rPr>
                <w:szCs w:val="28"/>
              </w:rPr>
              <w:t>июля</w:t>
            </w:r>
            <w:r w:rsidR="00FA01B0" w:rsidRPr="00665542">
              <w:rPr>
                <w:szCs w:val="28"/>
              </w:rPr>
              <w:t xml:space="preserve"> 202</w:t>
            </w:r>
            <w:r w:rsidR="007046D2" w:rsidRPr="00665542">
              <w:rPr>
                <w:szCs w:val="28"/>
              </w:rPr>
              <w:t>5</w:t>
            </w:r>
            <w:r w:rsidR="00FA01B0" w:rsidRPr="00665542">
              <w:rPr>
                <w:szCs w:val="28"/>
              </w:rPr>
              <w:t xml:space="preserve"> г. № </w:t>
            </w:r>
            <w:r w:rsidR="007046D2" w:rsidRPr="00665542">
              <w:rPr>
                <w:szCs w:val="28"/>
              </w:rPr>
              <w:t>12</w:t>
            </w:r>
            <w:r w:rsidR="00665542" w:rsidRPr="00665542">
              <w:rPr>
                <w:szCs w:val="28"/>
              </w:rPr>
              <w:t>8</w:t>
            </w:r>
            <w:r w:rsidRPr="00665542">
              <w:rPr>
                <w:szCs w:val="28"/>
              </w:rPr>
              <w:t>/</w:t>
            </w:r>
            <w:r w:rsidR="00665542" w:rsidRPr="00665542">
              <w:rPr>
                <w:szCs w:val="28"/>
              </w:rPr>
              <w:t>712</w:t>
            </w:r>
          </w:p>
          <w:p w:rsidR="009C0439" w:rsidRPr="009C0439" w:rsidRDefault="009C0439" w:rsidP="009C0439">
            <w:pPr>
              <w:rPr>
                <w:szCs w:val="28"/>
                <w:lang w:val="en-US"/>
              </w:rPr>
            </w:pPr>
          </w:p>
        </w:tc>
      </w:tr>
    </w:tbl>
    <w:p w:rsidR="006C3881" w:rsidRDefault="006C3881" w:rsidP="006C3881">
      <w:pPr>
        <w:pStyle w:val="3"/>
      </w:pPr>
    </w:p>
    <w:p w:rsidR="001F5D9E" w:rsidRDefault="001F5D9E" w:rsidP="00E46F24">
      <w:pPr>
        <w:pStyle w:val="3"/>
        <w:jc w:val="center"/>
        <w:rPr>
          <w:b/>
          <w:sz w:val="28"/>
          <w:szCs w:val="28"/>
        </w:rPr>
      </w:pPr>
      <w:r w:rsidRPr="0055484C">
        <w:rPr>
          <w:b/>
          <w:sz w:val="28"/>
          <w:szCs w:val="28"/>
        </w:rPr>
        <w:t xml:space="preserve">Список кандидатур для </w:t>
      </w:r>
      <w:r w:rsidR="007A4F9E">
        <w:rPr>
          <w:b/>
          <w:sz w:val="28"/>
          <w:szCs w:val="28"/>
        </w:rPr>
        <w:t xml:space="preserve">зачисления в </w:t>
      </w:r>
      <w:r w:rsidRPr="0055484C">
        <w:rPr>
          <w:b/>
          <w:sz w:val="28"/>
          <w:szCs w:val="28"/>
        </w:rPr>
        <w:t xml:space="preserve"> резерв составов участковых комиссий</w:t>
      </w:r>
      <w:r w:rsidR="00E46F24" w:rsidRPr="00E46F24">
        <w:rPr>
          <w:b/>
          <w:sz w:val="28"/>
          <w:szCs w:val="28"/>
        </w:rPr>
        <w:t xml:space="preserve"> </w:t>
      </w:r>
      <w:r w:rsidR="00E46F24">
        <w:rPr>
          <w:b/>
          <w:sz w:val="28"/>
          <w:szCs w:val="28"/>
        </w:rPr>
        <w:t xml:space="preserve">избирательных участков №№ 683-698 </w:t>
      </w:r>
      <w:proofErr w:type="spellStart"/>
      <w:r w:rsidR="00E46F24">
        <w:rPr>
          <w:b/>
          <w:sz w:val="28"/>
          <w:szCs w:val="28"/>
        </w:rPr>
        <w:t>Старожиловского</w:t>
      </w:r>
      <w:proofErr w:type="spellEnd"/>
      <w:r w:rsidR="00E46F24">
        <w:rPr>
          <w:b/>
          <w:sz w:val="28"/>
          <w:szCs w:val="28"/>
        </w:rPr>
        <w:t> района Рязанской области</w:t>
      </w:r>
    </w:p>
    <w:p w:rsidR="00E46F24" w:rsidRDefault="00E46F24" w:rsidP="001F5D9E">
      <w:pPr>
        <w:pStyle w:val="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Территориальная избирательная комиссия </w:t>
      </w:r>
      <w:proofErr w:type="spellStart"/>
      <w:r>
        <w:rPr>
          <w:b/>
          <w:sz w:val="28"/>
          <w:szCs w:val="28"/>
        </w:rPr>
        <w:t>Старожиловского</w:t>
      </w:r>
      <w:proofErr w:type="spellEnd"/>
      <w:r>
        <w:rPr>
          <w:b/>
          <w:sz w:val="28"/>
          <w:szCs w:val="28"/>
        </w:rPr>
        <w:t xml:space="preserve"> района Рязанской области</w:t>
      </w:r>
    </w:p>
    <w:p w:rsidR="00E46F24" w:rsidRDefault="00E46F24" w:rsidP="001F5D9E">
      <w:pPr>
        <w:pStyle w:val="3"/>
        <w:jc w:val="center"/>
        <w:rPr>
          <w:b/>
          <w:sz w:val="28"/>
          <w:szCs w:val="28"/>
        </w:rPr>
      </w:pPr>
    </w:p>
    <w:p w:rsidR="00E46F24" w:rsidRPr="001D0380" w:rsidRDefault="00E46F24" w:rsidP="001F5D9E">
      <w:pPr>
        <w:pStyle w:val="3"/>
        <w:jc w:val="center"/>
        <w:rPr>
          <w:sz w:val="28"/>
          <w:szCs w:val="28"/>
        </w:rPr>
      </w:pPr>
      <w:r w:rsidRPr="00E46F24">
        <w:rPr>
          <w:sz w:val="28"/>
          <w:szCs w:val="28"/>
        </w:rPr>
        <w:t>на основании подпункта «</w:t>
      </w:r>
      <w:r w:rsidR="005C2140">
        <w:rPr>
          <w:sz w:val="28"/>
          <w:szCs w:val="28"/>
        </w:rPr>
        <w:t>а</w:t>
      </w:r>
      <w:r w:rsidRPr="00E46F24">
        <w:rPr>
          <w:sz w:val="28"/>
          <w:szCs w:val="28"/>
        </w:rPr>
        <w:t>» пункта 19 Порядка</w:t>
      </w:r>
    </w:p>
    <w:tbl>
      <w:tblPr>
        <w:tblStyle w:val="af3"/>
        <w:tblW w:w="0" w:type="auto"/>
        <w:tblInd w:w="283" w:type="dxa"/>
        <w:tblLayout w:type="fixed"/>
        <w:tblLook w:val="04A0" w:firstRow="1" w:lastRow="0" w:firstColumn="1" w:lastColumn="0" w:noHBand="0" w:noVBand="1"/>
      </w:tblPr>
      <w:tblGrid>
        <w:gridCol w:w="649"/>
        <w:gridCol w:w="2295"/>
        <w:gridCol w:w="4111"/>
        <w:gridCol w:w="2126"/>
      </w:tblGrid>
      <w:tr w:rsidR="0087227C" w:rsidTr="00617B86">
        <w:trPr>
          <w:trHeight w:val="1391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27C" w:rsidRDefault="0087227C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87227C" w:rsidRDefault="0087227C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27C" w:rsidRDefault="0087227C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27C" w:rsidRDefault="0087227C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Кем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предложен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27C" w:rsidRDefault="0087227C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избирательного участка</w:t>
            </w:r>
          </w:p>
        </w:tc>
      </w:tr>
      <w:tr w:rsidR="008C3FC2" w:rsidTr="00617B86">
        <w:trPr>
          <w:trHeight w:val="575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C2" w:rsidRDefault="008C3FC2" w:rsidP="008B0EB7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C2" w:rsidRDefault="00BA2395" w:rsidP="00D213E5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Карпеева Наталья Юрьевна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C2" w:rsidRPr="00BA2395" w:rsidRDefault="00BA2395" w:rsidP="00D1732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2395">
              <w:rPr>
                <w:rFonts w:ascii="Times New Roman" w:hAnsi="Times New Roman" w:cs="Times New Roman"/>
                <w:sz w:val="28"/>
                <w:szCs w:val="28"/>
              </w:rPr>
              <w:t xml:space="preserve">Совет депутатов муниципального образования - </w:t>
            </w:r>
            <w:proofErr w:type="spellStart"/>
            <w:r w:rsidRPr="00BA2395">
              <w:rPr>
                <w:rFonts w:ascii="Times New Roman" w:hAnsi="Times New Roman" w:cs="Times New Roman"/>
                <w:sz w:val="28"/>
                <w:szCs w:val="28"/>
              </w:rPr>
              <w:t>Старожиловское</w:t>
            </w:r>
            <w:proofErr w:type="spellEnd"/>
            <w:r w:rsidRPr="00BA2395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городское поселение </w:t>
            </w:r>
            <w:proofErr w:type="spellStart"/>
            <w:r w:rsidRPr="00BA2395">
              <w:rPr>
                <w:rFonts w:ascii="Times New Roman" w:hAnsi="Times New Roman" w:cs="Times New Roman"/>
                <w:sz w:val="28"/>
                <w:szCs w:val="28"/>
              </w:rPr>
              <w:t>Ста</w:t>
            </w:r>
            <w:bookmarkStart w:id="0" w:name="_GoBack"/>
            <w:bookmarkEnd w:id="0"/>
            <w:r w:rsidRPr="00BA2395">
              <w:rPr>
                <w:rFonts w:ascii="Times New Roman" w:hAnsi="Times New Roman" w:cs="Times New Roman"/>
                <w:sz w:val="28"/>
                <w:szCs w:val="28"/>
              </w:rPr>
              <w:t>рожиловского</w:t>
            </w:r>
            <w:proofErr w:type="spellEnd"/>
            <w:r w:rsidRPr="00BA2395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 Рязанской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C2" w:rsidRDefault="008C3FC2" w:rsidP="00BA2395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BA2395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</w:tr>
      <w:tr w:rsidR="00665542" w:rsidTr="00617B86">
        <w:trPr>
          <w:trHeight w:val="575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542" w:rsidRDefault="00665542" w:rsidP="008B0EB7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542" w:rsidRDefault="00665542" w:rsidP="00D213E5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Мевлютова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Ирина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Мевлютовна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542" w:rsidRPr="00BA2395" w:rsidRDefault="00665542" w:rsidP="00D213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Собрание избирателей по месту жительства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542" w:rsidRDefault="00665542" w:rsidP="00BA2395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689</w:t>
            </w:r>
          </w:p>
        </w:tc>
      </w:tr>
    </w:tbl>
    <w:p w:rsidR="005C2140" w:rsidRDefault="005C2140" w:rsidP="005C2140">
      <w:pPr>
        <w:pStyle w:val="3"/>
        <w:jc w:val="center"/>
        <w:rPr>
          <w:sz w:val="28"/>
          <w:szCs w:val="28"/>
        </w:rPr>
      </w:pPr>
    </w:p>
    <w:p w:rsidR="0087227C" w:rsidRPr="00F7764B" w:rsidRDefault="0087227C" w:rsidP="001F5D9E">
      <w:pPr>
        <w:pStyle w:val="3"/>
        <w:jc w:val="center"/>
        <w:rPr>
          <w:sz w:val="28"/>
          <w:szCs w:val="28"/>
        </w:rPr>
      </w:pPr>
    </w:p>
    <w:sectPr w:rsidR="0087227C" w:rsidRPr="00F7764B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FAD" w:rsidRDefault="00141FAD">
      <w:r>
        <w:separator/>
      </w:r>
    </w:p>
  </w:endnote>
  <w:endnote w:type="continuationSeparator" w:id="0">
    <w:p w:rsidR="00141FAD" w:rsidRDefault="00141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FAD" w:rsidRDefault="00141FAD">
      <w:r>
        <w:separator/>
      </w:r>
    </w:p>
  </w:footnote>
  <w:footnote w:type="continuationSeparator" w:id="0">
    <w:p w:rsidR="00141FAD" w:rsidRDefault="00141F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755D17" w:rsidRDefault="006045A9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773D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55D17" w:rsidRDefault="00755D1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21227"/>
    <w:rsid w:val="00031837"/>
    <w:rsid w:val="00050EDD"/>
    <w:rsid w:val="000566DF"/>
    <w:rsid w:val="000629D2"/>
    <w:rsid w:val="00091B54"/>
    <w:rsid w:val="00095775"/>
    <w:rsid w:val="000A336C"/>
    <w:rsid w:val="000A7B79"/>
    <w:rsid w:val="000B4A03"/>
    <w:rsid w:val="000C468D"/>
    <w:rsid w:val="000C6DA3"/>
    <w:rsid w:val="000E3234"/>
    <w:rsid w:val="0010526D"/>
    <w:rsid w:val="00105A2C"/>
    <w:rsid w:val="0011521C"/>
    <w:rsid w:val="00115B2E"/>
    <w:rsid w:val="00116E28"/>
    <w:rsid w:val="001410B3"/>
    <w:rsid w:val="00141F92"/>
    <w:rsid w:val="00141FAD"/>
    <w:rsid w:val="00197AC4"/>
    <w:rsid w:val="001B5901"/>
    <w:rsid w:val="001C0160"/>
    <w:rsid w:val="001C12D7"/>
    <w:rsid w:val="001C2AF4"/>
    <w:rsid w:val="001D0380"/>
    <w:rsid w:val="001D52C9"/>
    <w:rsid w:val="001E1750"/>
    <w:rsid w:val="001F5D9E"/>
    <w:rsid w:val="001F6F76"/>
    <w:rsid w:val="001F7259"/>
    <w:rsid w:val="0020531F"/>
    <w:rsid w:val="00215489"/>
    <w:rsid w:val="0021604A"/>
    <w:rsid w:val="00222060"/>
    <w:rsid w:val="00226742"/>
    <w:rsid w:val="00261781"/>
    <w:rsid w:val="00282F18"/>
    <w:rsid w:val="002937A8"/>
    <w:rsid w:val="002A51CD"/>
    <w:rsid w:val="002A6DDE"/>
    <w:rsid w:val="002C0D46"/>
    <w:rsid w:val="002C2019"/>
    <w:rsid w:val="0031415B"/>
    <w:rsid w:val="003328AF"/>
    <w:rsid w:val="00333A17"/>
    <w:rsid w:val="00362943"/>
    <w:rsid w:val="003667F6"/>
    <w:rsid w:val="003674E9"/>
    <w:rsid w:val="00375935"/>
    <w:rsid w:val="003854BB"/>
    <w:rsid w:val="003B363D"/>
    <w:rsid w:val="003C2BAE"/>
    <w:rsid w:val="003D42AD"/>
    <w:rsid w:val="003E776C"/>
    <w:rsid w:val="003F69A9"/>
    <w:rsid w:val="00420AE9"/>
    <w:rsid w:val="00431EC4"/>
    <w:rsid w:val="0046068C"/>
    <w:rsid w:val="00483C17"/>
    <w:rsid w:val="00486CF5"/>
    <w:rsid w:val="00495080"/>
    <w:rsid w:val="0049653E"/>
    <w:rsid w:val="004A30A2"/>
    <w:rsid w:val="004C20A1"/>
    <w:rsid w:val="004C4BB2"/>
    <w:rsid w:val="004C7447"/>
    <w:rsid w:val="004D1267"/>
    <w:rsid w:val="004D74DB"/>
    <w:rsid w:val="004F1079"/>
    <w:rsid w:val="00500C60"/>
    <w:rsid w:val="005018FF"/>
    <w:rsid w:val="00523A4A"/>
    <w:rsid w:val="005338AD"/>
    <w:rsid w:val="00542F46"/>
    <w:rsid w:val="0055484C"/>
    <w:rsid w:val="005635FA"/>
    <w:rsid w:val="005709F1"/>
    <w:rsid w:val="00583A68"/>
    <w:rsid w:val="005B194A"/>
    <w:rsid w:val="005C1958"/>
    <w:rsid w:val="005C2140"/>
    <w:rsid w:val="005D6E6A"/>
    <w:rsid w:val="005D72CA"/>
    <w:rsid w:val="005E2C85"/>
    <w:rsid w:val="005E5634"/>
    <w:rsid w:val="005E7138"/>
    <w:rsid w:val="006045A9"/>
    <w:rsid w:val="00611D71"/>
    <w:rsid w:val="006176E7"/>
    <w:rsid w:val="00617B86"/>
    <w:rsid w:val="0062748E"/>
    <w:rsid w:val="00635976"/>
    <w:rsid w:val="00665542"/>
    <w:rsid w:val="00681C5C"/>
    <w:rsid w:val="00697BA1"/>
    <w:rsid w:val="006C3881"/>
    <w:rsid w:val="006D0B2F"/>
    <w:rsid w:val="006D3402"/>
    <w:rsid w:val="006D44D4"/>
    <w:rsid w:val="006E1C6C"/>
    <w:rsid w:val="007009E3"/>
    <w:rsid w:val="007046D2"/>
    <w:rsid w:val="00725777"/>
    <w:rsid w:val="00755AB3"/>
    <w:rsid w:val="00755D17"/>
    <w:rsid w:val="007575A7"/>
    <w:rsid w:val="007725BA"/>
    <w:rsid w:val="00792CC4"/>
    <w:rsid w:val="00794CBC"/>
    <w:rsid w:val="007A16EF"/>
    <w:rsid w:val="007A1B79"/>
    <w:rsid w:val="007A4F9E"/>
    <w:rsid w:val="007A6415"/>
    <w:rsid w:val="007A72D4"/>
    <w:rsid w:val="007D1AA1"/>
    <w:rsid w:val="007D34E0"/>
    <w:rsid w:val="007E6015"/>
    <w:rsid w:val="007F5687"/>
    <w:rsid w:val="008008EE"/>
    <w:rsid w:val="00802044"/>
    <w:rsid w:val="00804162"/>
    <w:rsid w:val="00807CD4"/>
    <w:rsid w:val="0081282E"/>
    <w:rsid w:val="0084202F"/>
    <w:rsid w:val="00846580"/>
    <w:rsid w:val="008637D5"/>
    <w:rsid w:val="00865FD7"/>
    <w:rsid w:val="00871F8D"/>
    <w:rsid w:val="0087227C"/>
    <w:rsid w:val="008751AC"/>
    <w:rsid w:val="00877990"/>
    <w:rsid w:val="00881C1A"/>
    <w:rsid w:val="00893EB4"/>
    <w:rsid w:val="008A58C8"/>
    <w:rsid w:val="008B446D"/>
    <w:rsid w:val="008C3FC2"/>
    <w:rsid w:val="008D0CA7"/>
    <w:rsid w:val="008F2767"/>
    <w:rsid w:val="0090151C"/>
    <w:rsid w:val="009020D0"/>
    <w:rsid w:val="0090488F"/>
    <w:rsid w:val="00921A9B"/>
    <w:rsid w:val="00922EFF"/>
    <w:rsid w:val="00926712"/>
    <w:rsid w:val="00947735"/>
    <w:rsid w:val="0096414B"/>
    <w:rsid w:val="00971E57"/>
    <w:rsid w:val="00972952"/>
    <w:rsid w:val="00974E23"/>
    <w:rsid w:val="00981B0B"/>
    <w:rsid w:val="009859A9"/>
    <w:rsid w:val="00993523"/>
    <w:rsid w:val="009B0E05"/>
    <w:rsid w:val="009C0439"/>
    <w:rsid w:val="009C41DB"/>
    <w:rsid w:val="009D05BB"/>
    <w:rsid w:val="009D7620"/>
    <w:rsid w:val="009F1882"/>
    <w:rsid w:val="00A12CE8"/>
    <w:rsid w:val="00A27221"/>
    <w:rsid w:val="00A3635E"/>
    <w:rsid w:val="00A42615"/>
    <w:rsid w:val="00A44A05"/>
    <w:rsid w:val="00A96200"/>
    <w:rsid w:val="00A965BC"/>
    <w:rsid w:val="00AA2A4A"/>
    <w:rsid w:val="00AA2C60"/>
    <w:rsid w:val="00AA6B91"/>
    <w:rsid w:val="00B00804"/>
    <w:rsid w:val="00B0611D"/>
    <w:rsid w:val="00B2023D"/>
    <w:rsid w:val="00B254D0"/>
    <w:rsid w:val="00B42F95"/>
    <w:rsid w:val="00B703C3"/>
    <w:rsid w:val="00B717BE"/>
    <w:rsid w:val="00B86361"/>
    <w:rsid w:val="00B87FE7"/>
    <w:rsid w:val="00BA0E51"/>
    <w:rsid w:val="00BA2395"/>
    <w:rsid w:val="00BC3DF0"/>
    <w:rsid w:val="00BD2A8F"/>
    <w:rsid w:val="00BE5C3A"/>
    <w:rsid w:val="00BF0835"/>
    <w:rsid w:val="00BF2FBF"/>
    <w:rsid w:val="00C01370"/>
    <w:rsid w:val="00C10702"/>
    <w:rsid w:val="00C155BF"/>
    <w:rsid w:val="00C16CE1"/>
    <w:rsid w:val="00C17619"/>
    <w:rsid w:val="00C2280C"/>
    <w:rsid w:val="00C633E8"/>
    <w:rsid w:val="00C63DB1"/>
    <w:rsid w:val="00C6536F"/>
    <w:rsid w:val="00C65426"/>
    <w:rsid w:val="00C66C1D"/>
    <w:rsid w:val="00C713BE"/>
    <w:rsid w:val="00C77FC6"/>
    <w:rsid w:val="00C95FDB"/>
    <w:rsid w:val="00CA6982"/>
    <w:rsid w:val="00CB16FE"/>
    <w:rsid w:val="00CB3CC8"/>
    <w:rsid w:val="00CB50B0"/>
    <w:rsid w:val="00CD7F04"/>
    <w:rsid w:val="00D04135"/>
    <w:rsid w:val="00D11025"/>
    <w:rsid w:val="00D12D25"/>
    <w:rsid w:val="00D17324"/>
    <w:rsid w:val="00D24F07"/>
    <w:rsid w:val="00D31CF7"/>
    <w:rsid w:val="00D5030E"/>
    <w:rsid w:val="00D50F73"/>
    <w:rsid w:val="00D53CAA"/>
    <w:rsid w:val="00D601B4"/>
    <w:rsid w:val="00D64365"/>
    <w:rsid w:val="00D6486B"/>
    <w:rsid w:val="00D8438A"/>
    <w:rsid w:val="00DA1579"/>
    <w:rsid w:val="00DA729A"/>
    <w:rsid w:val="00DB0D61"/>
    <w:rsid w:val="00DB2AD8"/>
    <w:rsid w:val="00DB73C4"/>
    <w:rsid w:val="00DC689A"/>
    <w:rsid w:val="00DD3AD6"/>
    <w:rsid w:val="00DF0713"/>
    <w:rsid w:val="00E02374"/>
    <w:rsid w:val="00E05879"/>
    <w:rsid w:val="00E11FE2"/>
    <w:rsid w:val="00E260BA"/>
    <w:rsid w:val="00E42F94"/>
    <w:rsid w:val="00E46F24"/>
    <w:rsid w:val="00E72F00"/>
    <w:rsid w:val="00E773D5"/>
    <w:rsid w:val="00E93764"/>
    <w:rsid w:val="00E94F4F"/>
    <w:rsid w:val="00E9556D"/>
    <w:rsid w:val="00EB1E71"/>
    <w:rsid w:val="00EB6802"/>
    <w:rsid w:val="00EC1A33"/>
    <w:rsid w:val="00EC1B52"/>
    <w:rsid w:val="00EC1E44"/>
    <w:rsid w:val="00EC43D4"/>
    <w:rsid w:val="00EC4406"/>
    <w:rsid w:val="00EC5BE1"/>
    <w:rsid w:val="00ED5058"/>
    <w:rsid w:val="00EF33E0"/>
    <w:rsid w:val="00F00029"/>
    <w:rsid w:val="00F04799"/>
    <w:rsid w:val="00F23145"/>
    <w:rsid w:val="00F3059C"/>
    <w:rsid w:val="00F34F07"/>
    <w:rsid w:val="00F35EA2"/>
    <w:rsid w:val="00F4375D"/>
    <w:rsid w:val="00F652B4"/>
    <w:rsid w:val="00F7764B"/>
    <w:rsid w:val="00F90EDC"/>
    <w:rsid w:val="00FA01B0"/>
    <w:rsid w:val="00FB1212"/>
    <w:rsid w:val="00FD1125"/>
    <w:rsid w:val="00FE05DA"/>
    <w:rsid w:val="00FE4C6C"/>
    <w:rsid w:val="00FF59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2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paragraph" w:styleId="31">
    <w:name w:val="Body Text 3"/>
    <w:basedOn w:val="a"/>
    <w:link w:val="32"/>
    <w:rsid w:val="00E11FE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11FE2"/>
    <w:rPr>
      <w:sz w:val="16"/>
      <w:szCs w:val="16"/>
    </w:rPr>
  </w:style>
  <w:style w:type="table" w:styleId="af3">
    <w:name w:val="Table Grid"/>
    <w:basedOn w:val="a1"/>
    <w:uiPriority w:val="59"/>
    <w:rsid w:val="001F5D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uiPriority w:val="99"/>
    <w:semiHidden/>
    <w:unhideWhenUsed/>
    <w:rsid w:val="00FE05DA"/>
    <w:pPr>
      <w:spacing w:after="120" w:line="480" w:lineRule="auto"/>
      <w:ind w:left="283"/>
    </w:pPr>
    <w:rPr>
      <w:rFonts w:ascii="Calibri" w:hAnsi="Calibri"/>
      <w:sz w:val="22"/>
      <w:szCs w:val="22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E05DA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4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F71B3-B503-4FDF-B0BC-2F5DD8248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230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52</cp:revision>
  <cp:lastPrinted>2025-07-31T08:08:00Z</cp:lastPrinted>
  <dcterms:created xsi:type="dcterms:W3CDTF">2021-03-22T05:53:00Z</dcterms:created>
  <dcterms:modified xsi:type="dcterms:W3CDTF">2025-07-31T08:08:00Z</dcterms:modified>
</cp:coreProperties>
</file>