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3E" w:rsidRDefault="00EC003E" w:rsidP="00EA1205">
      <w:pPr>
        <w:pStyle w:val="a5"/>
        <w:spacing w:line="240" w:lineRule="auto"/>
        <w:ind w:firstLine="0"/>
        <w:rPr>
          <w:b/>
          <w:sz w:val="32"/>
          <w:szCs w:val="32"/>
        </w:rPr>
      </w:pPr>
    </w:p>
    <w:p w:rsidR="00F63F46" w:rsidRPr="00A12CE8" w:rsidRDefault="00F63F46" w:rsidP="00F63F46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Pr="00A12CE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РЯЗАНСКОЙ ОБЛАСТИ</w:t>
      </w:r>
    </w:p>
    <w:p w:rsidR="00F63F46" w:rsidRPr="00E72F00" w:rsidRDefault="00F63F46" w:rsidP="00F63F46">
      <w:pPr>
        <w:spacing w:line="360" w:lineRule="auto"/>
        <w:jc w:val="center"/>
        <w:rPr>
          <w:b/>
          <w:bCs/>
          <w:szCs w:val="28"/>
        </w:rPr>
      </w:pPr>
    </w:p>
    <w:p w:rsidR="00F63F46" w:rsidRPr="00264F02" w:rsidRDefault="00F63F46" w:rsidP="00F63F46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F63F46" w:rsidTr="00D26642">
        <w:tc>
          <w:tcPr>
            <w:tcW w:w="3360" w:type="dxa"/>
            <w:hideMark/>
          </w:tcPr>
          <w:p w:rsidR="00F63F46" w:rsidRPr="00EA1205" w:rsidRDefault="00F63F46" w:rsidP="00EA1205">
            <w:pPr>
              <w:rPr>
                <w:szCs w:val="28"/>
              </w:rPr>
            </w:pPr>
            <w:r w:rsidRPr="00EA1205">
              <w:rPr>
                <w:szCs w:val="28"/>
              </w:rPr>
              <w:t xml:space="preserve"> </w:t>
            </w:r>
            <w:r w:rsidR="00EA1205" w:rsidRPr="00EA1205">
              <w:rPr>
                <w:szCs w:val="28"/>
              </w:rPr>
              <w:t>31</w:t>
            </w:r>
            <w:r w:rsidRPr="00EA1205">
              <w:rPr>
                <w:szCs w:val="28"/>
              </w:rPr>
              <w:t xml:space="preserve">  ию</w:t>
            </w:r>
            <w:r w:rsidR="00EA1205" w:rsidRPr="00EA1205">
              <w:rPr>
                <w:szCs w:val="28"/>
              </w:rPr>
              <w:t>л</w:t>
            </w:r>
            <w:r w:rsidRPr="00EA1205">
              <w:rPr>
                <w:szCs w:val="28"/>
              </w:rPr>
              <w:t>я 2025 г.</w:t>
            </w:r>
          </w:p>
        </w:tc>
        <w:tc>
          <w:tcPr>
            <w:tcW w:w="3360" w:type="dxa"/>
          </w:tcPr>
          <w:p w:rsidR="00F63F46" w:rsidRPr="00EA1205" w:rsidRDefault="00F63F46" w:rsidP="00D26642">
            <w:pPr>
              <w:jc w:val="center"/>
              <w:rPr>
                <w:szCs w:val="28"/>
              </w:rPr>
            </w:pPr>
          </w:p>
          <w:p w:rsidR="00F63F46" w:rsidRPr="00EA1205" w:rsidRDefault="00F63F46" w:rsidP="00D26642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EA1205">
              <w:rPr>
                <w:b/>
                <w:bCs/>
                <w:szCs w:val="28"/>
              </w:rPr>
              <w:t>р.п</w:t>
            </w:r>
            <w:proofErr w:type="spellEnd"/>
            <w:r w:rsidRPr="00EA1205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F63F46" w:rsidRPr="00EA1205" w:rsidRDefault="00EA1205" w:rsidP="00D26642">
            <w:pPr>
              <w:jc w:val="center"/>
              <w:rPr>
                <w:szCs w:val="28"/>
              </w:rPr>
            </w:pPr>
            <w:r w:rsidRPr="00EA1205">
              <w:rPr>
                <w:szCs w:val="28"/>
              </w:rPr>
              <w:t>№ 128</w:t>
            </w:r>
            <w:r w:rsidR="00F63F46" w:rsidRPr="00EA1205">
              <w:rPr>
                <w:szCs w:val="28"/>
              </w:rPr>
              <w:t>/</w:t>
            </w:r>
            <w:r w:rsidRPr="00EA1205">
              <w:rPr>
                <w:szCs w:val="28"/>
              </w:rPr>
              <w:t>702</w:t>
            </w:r>
          </w:p>
        </w:tc>
      </w:tr>
    </w:tbl>
    <w:p w:rsidR="00EC003E" w:rsidRDefault="00EC003E" w:rsidP="00EA1205">
      <w:pPr>
        <w:pStyle w:val="a5"/>
        <w:spacing w:line="240" w:lineRule="auto"/>
        <w:ind w:firstLine="0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EC003E" w:rsidRPr="008C01EC" w:rsidTr="00D26642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EC003E" w:rsidRDefault="00EC003E" w:rsidP="00D26642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EC003E" w:rsidRDefault="00EC003E" w:rsidP="00D26642">
            <w:pPr>
              <w:pStyle w:val="af0"/>
            </w:pPr>
            <w:r>
              <w:t xml:space="preserve">Саркисян Ольги Константиновны, выдвинутой избирательным объединением «Рязанское региональное отделение Политической партии ЛДПР – Либерально-демократической партии России» </w:t>
            </w:r>
          </w:p>
          <w:p w:rsidR="00EC003E" w:rsidRDefault="00EC003E" w:rsidP="00D26642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2</w:t>
            </w:r>
          </w:p>
          <w:p w:rsidR="00EC003E" w:rsidRPr="00FA6938" w:rsidRDefault="00EC003E" w:rsidP="00D26642">
            <w:pPr>
              <w:pStyle w:val="af0"/>
              <w:rPr>
                <w:szCs w:val="28"/>
              </w:rPr>
            </w:pPr>
          </w:p>
        </w:tc>
      </w:tr>
    </w:tbl>
    <w:p w:rsidR="00EC003E" w:rsidRDefault="00EC003E" w:rsidP="00EC003E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t>Саркисян Ольги Константиновны</w:t>
      </w:r>
      <w:r w:rsidRPr="00EE195A">
        <w:rPr>
          <w:szCs w:val="28"/>
        </w:rPr>
        <w:t>, выдвинуто</w:t>
      </w:r>
      <w:r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«Рязанское региона</w:t>
      </w:r>
      <w:bookmarkStart w:id="0" w:name="_GoBack"/>
      <w:bookmarkEnd w:id="0"/>
      <w:r w:rsidRPr="00EE195A">
        <w:rPr>
          <w:szCs w:val="28"/>
        </w:rPr>
        <w:t xml:space="preserve">льное отделение Политической партии ЛДПР – Либерально-демократической партии России»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2, установлено следующее.</w:t>
      </w:r>
    </w:p>
    <w:p w:rsidR="00EC003E" w:rsidRPr="00EE195A" w:rsidRDefault="00EC003E" w:rsidP="00EC003E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EC003E" w:rsidRDefault="00EC003E" w:rsidP="00EC003E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EC003E" w:rsidRPr="00BA7DD1" w:rsidRDefault="00EC003E" w:rsidP="00EC003E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EC003E" w:rsidRPr="00647F0C" w:rsidRDefault="00EC003E" w:rsidP="00EC003E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 xml:space="preserve">по многомандатному избирательному округу № 2 </w:t>
      </w:r>
      <w:r>
        <w:rPr>
          <w:rFonts w:eastAsia="Calibri"/>
          <w:szCs w:val="22"/>
          <w:lang w:eastAsia="en-US"/>
        </w:rPr>
        <w:t>Саркисян Ольгу</w:t>
      </w:r>
      <w:r w:rsidRPr="003328DE">
        <w:rPr>
          <w:rFonts w:eastAsia="Calibri"/>
          <w:szCs w:val="22"/>
          <w:lang w:eastAsia="en-US"/>
        </w:rPr>
        <w:t xml:space="preserve"> Константиновн</w:t>
      </w:r>
      <w:r>
        <w:rPr>
          <w:rFonts w:eastAsia="Calibri"/>
          <w:szCs w:val="22"/>
          <w:lang w:eastAsia="en-US"/>
        </w:rPr>
        <w:t>у</w:t>
      </w:r>
      <w:r w:rsidRPr="00647F0C">
        <w:rPr>
          <w:rFonts w:eastAsia="Calibri"/>
          <w:szCs w:val="22"/>
          <w:lang w:eastAsia="en-US"/>
        </w:rPr>
        <w:t>, 19</w:t>
      </w:r>
      <w:r>
        <w:rPr>
          <w:rFonts w:eastAsia="Calibri"/>
          <w:szCs w:val="22"/>
          <w:lang w:eastAsia="en-US"/>
        </w:rPr>
        <w:t>72</w:t>
      </w:r>
      <w:r w:rsidRPr="00647F0C">
        <w:rPr>
          <w:rFonts w:eastAsia="Calibri"/>
          <w:szCs w:val="22"/>
          <w:lang w:eastAsia="en-US"/>
        </w:rPr>
        <w:t xml:space="preserve"> года</w:t>
      </w:r>
      <w:r w:rsidRPr="00647F0C">
        <w:rPr>
          <w:szCs w:val="28"/>
        </w:rPr>
        <w:t xml:space="preserve"> рождения</w:t>
      </w:r>
      <w:r w:rsidRPr="00647F0C">
        <w:rPr>
          <w:rFonts w:eastAsia="Calibri"/>
          <w:szCs w:val="22"/>
          <w:lang w:eastAsia="en-US"/>
        </w:rPr>
        <w:t>,</w:t>
      </w:r>
      <w:r w:rsidR="00A53D5B" w:rsidRPr="00A53D5B">
        <w:t xml:space="preserve"> </w:t>
      </w:r>
      <w:r w:rsidR="00610706">
        <w:t xml:space="preserve"> </w:t>
      </w:r>
      <w:r w:rsidR="00A53D5B">
        <w:t xml:space="preserve"> </w:t>
      </w:r>
      <w:r w:rsidRPr="00647F0C">
        <w:t>выдвинут</w:t>
      </w:r>
      <w:r>
        <w:t>ую</w:t>
      </w:r>
      <w:r w:rsidRPr="00647F0C">
        <w:t xml:space="preserve"> Рязанским региональным отделением Политической партии ЛДПР - Либерально-демократической партии России, </w:t>
      </w:r>
      <w:r>
        <w:rPr>
          <w:szCs w:val="28"/>
        </w:rPr>
        <w:t xml:space="preserve"> </w:t>
      </w:r>
      <w:r w:rsidRPr="00647F0C">
        <w:rPr>
          <w:szCs w:val="28"/>
        </w:rPr>
        <w:t xml:space="preserve"> </w:t>
      </w:r>
      <w:r w:rsidR="00EA1205" w:rsidRPr="00EA1205">
        <w:rPr>
          <w:szCs w:val="28"/>
        </w:rPr>
        <w:t>31</w:t>
      </w:r>
      <w:r w:rsidRPr="00EA1205">
        <w:rPr>
          <w:szCs w:val="28"/>
        </w:rPr>
        <w:t xml:space="preserve"> июля 2025 года в 15 ч. </w:t>
      </w:r>
      <w:r w:rsidR="001479F0">
        <w:rPr>
          <w:szCs w:val="28"/>
        </w:rPr>
        <w:t>35</w:t>
      </w:r>
      <w:r w:rsidRPr="00EA1205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EC003E" w:rsidRDefault="00EC003E" w:rsidP="00EC003E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F63F46">
        <w:rPr>
          <w:szCs w:val="28"/>
        </w:rPr>
        <w:t>Саркисян О.К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F63F46">
        <w:rPr>
          <w:szCs w:val="28"/>
        </w:rPr>
        <w:t>2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EC003E" w:rsidRDefault="00EC003E" w:rsidP="00EC003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EC003E" w:rsidRDefault="00EC003E" w:rsidP="00EC003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A1205" w:rsidRDefault="00EA1205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065D7E" w:rsidRPr="00065D7E" w:rsidTr="00065D7E">
        <w:tc>
          <w:tcPr>
            <w:tcW w:w="4219" w:type="dxa"/>
            <w:hideMark/>
          </w:tcPr>
          <w:p w:rsidR="00065D7E" w:rsidRPr="00065D7E" w:rsidRDefault="00065D7E" w:rsidP="00065D7E">
            <w:pPr>
              <w:rPr>
                <w:szCs w:val="28"/>
              </w:rPr>
            </w:pPr>
            <w:r w:rsidRPr="00065D7E">
              <w:rPr>
                <w:szCs w:val="28"/>
              </w:rPr>
              <w:t xml:space="preserve">Председатель </w:t>
            </w:r>
            <w:proofErr w:type="gramStart"/>
            <w:r w:rsidRPr="00065D7E">
              <w:rPr>
                <w:szCs w:val="28"/>
              </w:rPr>
              <w:t>территориальной</w:t>
            </w:r>
            <w:proofErr w:type="gramEnd"/>
          </w:p>
          <w:p w:rsidR="00065D7E" w:rsidRPr="00065D7E" w:rsidRDefault="00065D7E" w:rsidP="00065D7E">
            <w:pPr>
              <w:rPr>
                <w:szCs w:val="28"/>
              </w:rPr>
            </w:pPr>
            <w:r w:rsidRPr="00065D7E">
              <w:rPr>
                <w:szCs w:val="28"/>
              </w:rPr>
              <w:t xml:space="preserve">избирательной комиссии </w:t>
            </w:r>
          </w:p>
          <w:p w:rsidR="00065D7E" w:rsidRPr="00065D7E" w:rsidRDefault="00065D7E" w:rsidP="00065D7E">
            <w:pPr>
              <w:rPr>
                <w:sz w:val="22"/>
                <w:szCs w:val="22"/>
              </w:rPr>
            </w:pPr>
            <w:proofErr w:type="spellStart"/>
            <w:r w:rsidRPr="00065D7E">
              <w:rPr>
                <w:szCs w:val="28"/>
              </w:rPr>
              <w:t>Старожиловского</w:t>
            </w:r>
            <w:proofErr w:type="spellEnd"/>
            <w:r w:rsidRPr="00065D7E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065D7E" w:rsidRPr="00065D7E" w:rsidRDefault="00065D7E" w:rsidP="00065D7E">
            <w:pPr>
              <w:rPr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065D7E" w:rsidRPr="00065D7E" w:rsidRDefault="00065D7E" w:rsidP="00065D7E">
            <w:pPr>
              <w:rPr>
                <w:szCs w:val="28"/>
              </w:rPr>
            </w:pPr>
          </w:p>
          <w:p w:rsidR="00065D7E" w:rsidRPr="00065D7E" w:rsidRDefault="00065D7E" w:rsidP="00065D7E">
            <w:pPr>
              <w:rPr>
                <w:sz w:val="22"/>
                <w:szCs w:val="22"/>
              </w:rPr>
            </w:pPr>
            <w:r w:rsidRPr="00065D7E">
              <w:rPr>
                <w:szCs w:val="28"/>
              </w:rPr>
              <w:t>Н.В. Ашуркова</w:t>
            </w:r>
          </w:p>
        </w:tc>
      </w:tr>
      <w:tr w:rsidR="00065D7E" w:rsidRPr="00065D7E" w:rsidTr="00065D7E">
        <w:trPr>
          <w:trHeight w:val="150"/>
        </w:trPr>
        <w:tc>
          <w:tcPr>
            <w:tcW w:w="4219" w:type="dxa"/>
          </w:tcPr>
          <w:p w:rsidR="00065D7E" w:rsidRPr="00065D7E" w:rsidRDefault="00065D7E" w:rsidP="00065D7E">
            <w:pPr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2161" w:type="dxa"/>
          </w:tcPr>
          <w:p w:rsidR="00065D7E" w:rsidRPr="00065D7E" w:rsidRDefault="00065D7E" w:rsidP="00065D7E">
            <w:pPr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3190" w:type="dxa"/>
          </w:tcPr>
          <w:p w:rsidR="00065D7E" w:rsidRPr="00065D7E" w:rsidRDefault="00065D7E" w:rsidP="00065D7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65D7E" w:rsidRPr="00065D7E" w:rsidTr="00065D7E">
        <w:tc>
          <w:tcPr>
            <w:tcW w:w="4219" w:type="dxa"/>
            <w:hideMark/>
          </w:tcPr>
          <w:p w:rsidR="00065D7E" w:rsidRPr="00065D7E" w:rsidRDefault="00065D7E" w:rsidP="00065D7E">
            <w:pPr>
              <w:rPr>
                <w:szCs w:val="28"/>
              </w:rPr>
            </w:pPr>
            <w:r w:rsidRPr="00065D7E">
              <w:rPr>
                <w:szCs w:val="28"/>
              </w:rPr>
              <w:t xml:space="preserve">Секретарь </w:t>
            </w:r>
            <w:proofErr w:type="gramStart"/>
            <w:r w:rsidRPr="00065D7E">
              <w:rPr>
                <w:szCs w:val="28"/>
              </w:rPr>
              <w:t>территориальной</w:t>
            </w:r>
            <w:proofErr w:type="gramEnd"/>
          </w:p>
          <w:p w:rsidR="00065D7E" w:rsidRPr="00065D7E" w:rsidRDefault="00065D7E" w:rsidP="00065D7E">
            <w:pPr>
              <w:rPr>
                <w:szCs w:val="28"/>
              </w:rPr>
            </w:pPr>
            <w:r w:rsidRPr="00065D7E">
              <w:rPr>
                <w:szCs w:val="28"/>
              </w:rPr>
              <w:t>избирательной комиссии</w:t>
            </w:r>
          </w:p>
          <w:p w:rsidR="00065D7E" w:rsidRPr="00065D7E" w:rsidRDefault="00065D7E" w:rsidP="00065D7E">
            <w:pPr>
              <w:rPr>
                <w:sz w:val="22"/>
                <w:szCs w:val="22"/>
              </w:rPr>
            </w:pPr>
            <w:proofErr w:type="spellStart"/>
            <w:r w:rsidRPr="00065D7E">
              <w:rPr>
                <w:szCs w:val="28"/>
              </w:rPr>
              <w:t>Старожиловского</w:t>
            </w:r>
            <w:proofErr w:type="spellEnd"/>
            <w:r w:rsidRPr="00065D7E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065D7E" w:rsidRPr="00065D7E" w:rsidRDefault="00065D7E" w:rsidP="00065D7E">
            <w:pPr>
              <w:rPr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065D7E" w:rsidRPr="00065D7E" w:rsidRDefault="00065D7E" w:rsidP="00065D7E">
            <w:pPr>
              <w:rPr>
                <w:szCs w:val="28"/>
              </w:rPr>
            </w:pPr>
            <w:r w:rsidRPr="00065D7E">
              <w:rPr>
                <w:szCs w:val="28"/>
              </w:rPr>
              <w:t>О.В. Щукина</w:t>
            </w:r>
          </w:p>
        </w:tc>
      </w:tr>
    </w:tbl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EC003E" w:rsidRDefault="00EC003E" w:rsidP="00EC003E">
      <w:pPr>
        <w:pStyle w:val="a5"/>
        <w:spacing w:line="240" w:lineRule="auto"/>
        <w:ind w:firstLine="0"/>
        <w:rPr>
          <w:b/>
          <w:sz w:val="32"/>
          <w:szCs w:val="32"/>
        </w:rPr>
      </w:pPr>
    </w:p>
    <w:sectPr w:rsidR="00EC003E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4CE" w:rsidRDefault="002204CE">
      <w:r>
        <w:separator/>
      </w:r>
    </w:p>
  </w:endnote>
  <w:endnote w:type="continuationSeparator" w:id="0">
    <w:p w:rsidR="002204CE" w:rsidRDefault="0022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4CE" w:rsidRDefault="002204CE">
      <w:r>
        <w:separator/>
      </w:r>
    </w:p>
  </w:footnote>
  <w:footnote w:type="continuationSeparator" w:id="0">
    <w:p w:rsidR="002204CE" w:rsidRDefault="00220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359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7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468D"/>
    <w:rsid w:val="0006039C"/>
    <w:rsid w:val="000613CB"/>
    <w:rsid w:val="000629D2"/>
    <w:rsid w:val="00065D7E"/>
    <w:rsid w:val="00072A79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479F0"/>
    <w:rsid w:val="001562BC"/>
    <w:rsid w:val="00173F30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04CE"/>
    <w:rsid w:val="00222060"/>
    <w:rsid w:val="00226742"/>
    <w:rsid w:val="00234CD1"/>
    <w:rsid w:val="00257579"/>
    <w:rsid w:val="00260675"/>
    <w:rsid w:val="00265A33"/>
    <w:rsid w:val="002A5D2D"/>
    <w:rsid w:val="002A6DDE"/>
    <w:rsid w:val="002C0D46"/>
    <w:rsid w:val="0031415B"/>
    <w:rsid w:val="003328AF"/>
    <w:rsid w:val="003328DE"/>
    <w:rsid w:val="00333A17"/>
    <w:rsid w:val="003677E0"/>
    <w:rsid w:val="0037549B"/>
    <w:rsid w:val="003B363D"/>
    <w:rsid w:val="003C2BAE"/>
    <w:rsid w:val="003C3DA4"/>
    <w:rsid w:val="003C6D33"/>
    <w:rsid w:val="003D42AD"/>
    <w:rsid w:val="003E2032"/>
    <w:rsid w:val="003E4E99"/>
    <w:rsid w:val="003F5DBC"/>
    <w:rsid w:val="004032D1"/>
    <w:rsid w:val="004060CB"/>
    <w:rsid w:val="00420AE9"/>
    <w:rsid w:val="00441A5A"/>
    <w:rsid w:val="004700EA"/>
    <w:rsid w:val="00484015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0706"/>
    <w:rsid w:val="00611D71"/>
    <w:rsid w:val="0061371B"/>
    <w:rsid w:val="006176E7"/>
    <w:rsid w:val="00617F74"/>
    <w:rsid w:val="0062748E"/>
    <w:rsid w:val="00635976"/>
    <w:rsid w:val="0064139F"/>
    <w:rsid w:val="006443AB"/>
    <w:rsid w:val="00647F0C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B5665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6414B"/>
    <w:rsid w:val="0097118B"/>
    <w:rsid w:val="00972952"/>
    <w:rsid w:val="00974E23"/>
    <w:rsid w:val="00980801"/>
    <w:rsid w:val="009859A9"/>
    <w:rsid w:val="00993523"/>
    <w:rsid w:val="00997F0D"/>
    <w:rsid w:val="009A4D42"/>
    <w:rsid w:val="009B21FB"/>
    <w:rsid w:val="009D05BB"/>
    <w:rsid w:val="009E0DF3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53D5B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1FC5"/>
    <w:rsid w:val="00DD3AD6"/>
    <w:rsid w:val="00DE5A96"/>
    <w:rsid w:val="00DF0713"/>
    <w:rsid w:val="00E014A3"/>
    <w:rsid w:val="00E23A29"/>
    <w:rsid w:val="00E260BA"/>
    <w:rsid w:val="00E3590A"/>
    <w:rsid w:val="00E42F94"/>
    <w:rsid w:val="00E601BB"/>
    <w:rsid w:val="00E72F00"/>
    <w:rsid w:val="00E739DC"/>
    <w:rsid w:val="00E93764"/>
    <w:rsid w:val="00E94F4F"/>
    <w:rsid w:val="00EA1205"/>
    <w:rsid w:val="00EA2D50"/>
    <w:rsid w:val="00EB1E71"/>
    <w:rsid w:val="00EB35E5"/>
    <w:rsid w:val="00EB6802"/>
    <w:rsid w:val="00EC003E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54CA9"/>
    <w:rsid w:val="00F63693"/>
    <w:rsid w:val="00F638E6"/>
    <w:rsid w:val="00F63F46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7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7DD3-157E-4DC5-BC2C-AA5EDCAF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163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46</cp:revision>
  <cp:lastPrinted>2025-07-31T10:22:00Z</cp:lastPrinted>
  <dcterms:created xsi:type="dcterms:W3CDTF">2021-03-22T05:52:00Z</dcterms:created>
  <dcterms:modified xsi:type="dcterms:W3CDTF">2025-07-31T10:22:00Z</dcterms:modified>
</cp:coreProperties>
</file>