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593CAF" w:rsidRDefault="001A0B50" w:rsidP="00BA21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071EF2" w:rsidRPr="00593CAF">
              <w:rPr>
                <w:szCs w:val="28"/>
              </w:rPr>
              <w:t xml:space="preserve"> июл</w:t>
            </w:r>
            <w:r w:rsidR="00856E52" w:rsidRPr="00593CAF">
              <w:rPr>
                <w:szCs w:val="28"/>
              </w:rPr>
              <w:t xml:space="preserve">я </w:t>
            </w:r>
            <w:r w:rsidR="00A12CE8" w:rsidRPr="00593CAF">
              <w:rPr>
                <w:szCs w:val="28"/>
              </w:rPr>
              <w:t>202</w:t>
            </w:r>
            <w:r w:rsidR="00BA21B2" w:rsidRPr="00593CAF">
              <w:rPr>
                <w:szCs w:val="28"/>
              </w:rPr>
              <w:t>5</w:t>
            </w:r>
            <w:r w:rsidR="006C3881" w:rsidRPr="00593CAF">
              <w:rPr>
                <w:szCs w:val="28"/>
              </w:rPr>
              <w:t xml:space="preserve"> г</w:t>
            </w:r>
            <w:r w:rsidR="00A12CE8" w:rsidRPr="00593CAF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593CAF" w:rsidRDefault="006C3881" w:rsidP="00423161">
            <w:pPr>
              <w:jc w:val="center"/>
              <w:rPr>
                <w:szCs w:val="28"/>
              </w:rPr>
            </w:pPr>
          </w:p>
          <w:p w:rsidR="006C3881" w:rsidRPr="00593CAF" w:rsidRDefault="006C3881" w:rsidP="00423161">
            <w:pPr>
              <w:jc w:val="center"/>
              <w:rPr>
                <w:bCs/>
                <w:szCs w:val="28"/>
              </w:rPr>
            </w:pPr>
            <w:r w:rsidRPr="00593CAF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593CAF" w:rsidRDefault="00D05B63" w:rsidP="001A0B50">
            <w:pPr>
              <w:jc w:val="center"/>
              <w:rPr>
                <w:szCs w:val="28"/>
              </w:rPr>
            </w:pPr>
            <w:r w:rsidRPr="00593CAF">
              <w:rPr>
                <w:szCs w:val="28"/>
              </w:rPr>
              <w:t xml:space="preserve">№ </w:t>
            </w:r>
            <w:r w:rsidR="00BA21B2" w:rsidRPr="00593CAF">
              <w:rPr>
                <w:szCs w:val="28"/>
              </w:rPr>
              <w:t>12</w:t>
            </w:r>
            <w:r w:rsidR="001A0B50">
              <w:rPr>
                <w:szCs w:val="28"/>
              </w:rPr>
              <w:t>5</w:t>
            </w:r>
            <w:r w:rsidR="00226A20" w:rsidRPr="00593CAF">
              <w:rPr>
                <w:szCs w:val="28"/>
              </w:rPr>
              <w:t>/</w:t>
            </w:r>
            <w:r w:rsidR="00BA21B2" w:rsidRPr="00593CAF">
              <w:rPr>
                <w:szCs w:val="28"/>
              </w:rPr>
              <w:t>66</w:t>
            </w:r>
            <w:r w:rsidR="001A0B50">
              <w:rPr>
                <w:szCs w:val="28"/>
              </w:rPr>
              <w:t>7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1C31AE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A0B50" w:rsidRPr="001C31AE" w:rsidRDefault="00A90C92" w:rsidP="001079BA">
            <w:pPr>
              <w:jc w:val="center"/>
              <w:rPr>
                <w:szCs w:val="28"/>
              </w:rPr>
            </w:pPr>
            <w:r w:rsidRPr="001C31AE">
              <w:rPr>
                <w:szCs w:val="28"/>
              </w:rPr>
              <w:t>О регистрации уполномоченн</w:t>
            </w:r>
            <w:r w:rsidR="001A0B50" w:rsidRPr="001C31AE">
              <w:rPr>
                <w:szCs w:val="28"/>
              </w:rPr>
              <w:t>ого</w:t>
            </w:r>
            <w:r w:rsidRPr="001C31AE">
              <w:rPr>
                <w:szCs w:val="28"/>
              </w:rPr>
              <w:t xml:space="preserve"> представител</w:t>
            </w:r>
            <w:r w:rsidR="001A0B50" w:rsidRPr="001C31AE">
              <w:rPr>
                <w:szCs w:val="28"/>
              </w:rPr>
              <w:t>я</w:t>
            </w:r>
          </w:p>
          <w:p w:rsidR="001079BA" w:rsidRPr="001C31AE" w:rsidRDefault="00A90C92" w:rsidP="001C31AE">
            <w:pPr>
              <w:jc w:val="center"/>
              <w:rPr>
                <w:szCs w:val="28"/>
              </w:rPr>
            </w:pPr>
            <w:r w:rsidRPr="001C31AE">
              <w:rPr>
                <w:szCs w:val="28"/>
              </w:rPr>
              <w:t xml:space="preserve"> избирательного объединения «</w:t>
            </w:r>
            <w:r w:rsidR="00DB48B5" w:rsidRPr="001C31AE">
              <w:rPr>
                <w:szCs w:val="28"/>
              </w:rPr>
              <w:t>Р</w:t>
            </w:r>
            <w:r w:rsidR="001C31AE" w:rsidRPr="001C31AE">
              <w:rPr>
                <w:szCs w:val="28"/>
              </w:rPr>
              <w:t>язанское р</w:t>
            </w:r>
            <w:r w:rsidR="00DB48B5" w:rsidRPr="001C31AE">
              <w:rPr>
                <w:szCs w:val="28"/>
              </w:rPr>
              <w:t>егиональное</w:t>
            </w:r>
            <w:r w:rsidRPr="001C31AE">
              <w:rPr>
                <w:szCs w:val="28"/>
              </w:rPr>
              <w:t xml:space="preserve"> отделение </w:t>
            </w:r>
            <w:r w:rsidR="001343AA" w:rsidRPr="001C31AE">
              <w:rPr>
                <w:szCs w:val="28"/>
              </w:rPr>
              <w:t>П</w:t>
            </w:r>
            <w:r w:rsidR="00DB48B5" w:rsidRPr="001C31AE">
              <w:rPr>
                <w:szCs w:val="28"/>
              </w:rPr>
              <w:t xml:space="preserve">олитической партии </w:t>
            </w:r>
            <w:r w:rsidR="001C31AE" w:rsidRPr="001C31AE">
              <w:rPr>
                <w:szCs w:val="28"/>
              </w:rPr>
              <w:t>ЛДПР</w:t>
            </w:r>
            <w:r w:rsidR="001C31AE" w:rsidRPr="001C31AE">
              <w:rPr>
                <w:b/>
                <w:szCs w:val="28"/>
              </w:rPr>
              <w:t xml:space="preserve"> – </w:t>
            </w:r>
            <w:r w:rsidR="001C31AE" w:rsidRPr="001C31AE">
              <w:rPr>
                <w:szCs w:val="28"/>
              </w:rPr>
              <w:t>Либерально-демократической партии России</w:t>
            </w:r>
            <w:r w:rsidRPr="001C31AE">
              <w:rPr>
                <w:szCs w:val="28"/>
              </w:rPr>
              <w:t>»</w:t>
            </w:r>
          </w:p>
          <w:p w:rsidR="006C3881" w:rsidRPr="001C31AE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A90C92" w:rsidRPr="001C31AE" w:rsidRDefault="00A90C92" w:rsidP="001942E8">
      <w:pPr>
        <w:jc w:val="both"/>
        <w:rPr>
          <w:szCs w:val="28"/>
        </w:rPr>
      </w:pPr>
    </w:p>
    <w:p w:rsidR="001942E8" w:rsidRPr="001C31AE" w:rsidRDefault="00A90C92" w:rsidP="001942E8">
      <w:pPr>
        <w:spacing w:line="360" w:lineRule="auto"/>
        <w:ind w:firstLine="567"/>
        <w:jc w:val="both"/>
        <w:rPr>
          <w:bCs/>
          <w:szCs w:val="28"/>
        </w:rPr>
      </w:pPr>
      <w:proofErr w:type="gramStart"/>
      <w:r w:rsidRPr="001C31AE">
        <w:rPr>
          <w:bCs/>
          <w:szCs w:val="28"/>
        </w:rPr>
        <w:t xml:space="preserve">Рассмотрев документы, представленные в </w:t>
      </w:r>
      <w:r w:rsidR="0049757D" w:rsidRPr="001C31AE">
        <w:rPr>
          <w:bCs/>
          <w:szCs w:val="28"/>
        </w:rPr>
        <w:t xml:space="preserve">территориальную избирательную комиссию </w:t>
      </w:r>
      <w:proofErr w:type="spellStart"/>
      <w:r w:rsidR="0049757D" w:rsidRPr="001C31AE">
        <w:rPr>
          <w:bCs/>
          <w:szCs w:val="28"/>
        </w:rPr>
        <w:t>Старожиловского</w:t>
      </w:r>
      <w:proofErr w:type="spellEnd"/>
      <w:r w:rsidR="0049757D" w:rsidRPr="001C31AE">
        <w:rPr>
          <w:bCs/>
          <w:szCs w:val="28"/>
        </w:rPr>
        <w:t xml:space="preserve"> района Рязанской области</w:t>
      </w:r>
      <w:r w:rsidRPr="001C31AE">
        <w:rPr>
          <w:bCs/>
          <w:szCs w:val="28"/>
        </w:rPr>
        <w:t xml:space="preserve"> для регистрации </w:t>
      </w:r>
      <w:r w:rsidRPr="001C31AE">
        <w:rPr>
          <w:szCs w:val="28"/>
        </w:rPr>
        <w:t>уполномоченн</w:t>
      </w:r>
      <w:r w:rsidR="001A0B50" w:rsidRPr="001C31AE">
        <w:rPr>
          <w:szCs w:val="28"/>
        </w:rPr>
        <w:t>ого</w:t>
      </w:r>
      <w:r w:rsidRPr="001C31AE">
        <w:rPr>
          <w:szCs w:val="28"/>
        </w:rPr>
        <w:t xml:space="preserve"> представител</w:t>
      </w:r>
      <w:r w:rsidR="001A0B50" w:rsidRPr="001C31AE">
        <w:rPr>
          <w:szCs w:val="28"/>
        </w:rPr>
        <w:t>я</w:t>
      </w:r>
      <w:r w:rsidRPr="001C31AE">
        <w:rPr>
          <w:szCs w:val="28"/>
        </w:rPr>
        <w:t xml:space="preserve"> избирательного объединения «</w:t>
      </w:r>
      <w:r w:rsidR="001C31AE" w:rsidRPr="001C31AE">
        <w:rPr>
          <w:szCs w:val="28"/>
        </w:rPr>
        <w:t>Рязанское региональное отделение Политической партии ЛДПР</w:t>
      </w:r>
      <w:r w:rsidR="001C31AE" w:rsidRPr="001C31AE">
        <w:rPr>
          <w:b/>
          <w:szCs w:val="28"/>
        </w:rPr>
        <w:t xml:space="preserve"> – </w:t>
      </w:r>
      <w:r w:rsidR="001C31AE" w:rsidRPr="001C31AE">
        <w:rPr>
          <w:szCs w:val="28"/>
        </w:rPr>
        <w:t>Либерально-демократической партии России</w:t>
      </w:r>
      <w:r w:rsidRPr="001C31AE">
        <w:rPr>
          <w:szCs w:val="28"/>
        </w:rPr>
        <w:t>»</w:t>
      </w:r>
      <w:r w:rsidRPr="001C31AE">
        <w:rPr>
          <w:bCs/>
          <w:szCs w:val="28"/>
        </w:rPr>
        <w:t xml:space="preserve">, </w:t>
      </w:r>
      <w:r w:rsidR="00E9436B" w:rsidRPr="001C31AE">
        <w:rPr>
          <w:bCs/>
          <w:szCs w:val="28"/>
        </w:rPr>
        <w:t>в соответствии со   статьей 30 Закона Рязанской области от 05 августа 2011 года № 63-ОЗ «О выборах депутатов представительного органа  муниципального образования в Рязанской области»</w:t>
      </w:r>
      <w:r w:rsidR="00E9436B" w:rsidRPr="001C31AE">
        <w:rPr>
          <w:szCs w:val="28"/>
        </w:rPr>
        <w:t>,</w:t>
      </w:r>
      <w:r w:rsidR="001942E8" w:rsidRPr="001C31AE">
        <w:rPr>
          <w:szCs w:val="28"/>
        </w:rPr>
        <w:t xml:space="preserve">  территориальная избирательная комиссия </w:t>
      </w:r>
      <w:proofErr w:type="spellStart"/>
      <w:r w:rsidR="001942E8" w:rsidRPr="001C31AE">
        <w:rPr>
          <w:szCs w:val="28"/>
        </w:rPr>
        <w:t>Старожиловского</w:t>
      </w:r>
      <w:proofErr w:type="spellEnd"/>
      <w:r w:rsidR="001942E8" w:rsidRPr="001C31AE">
        <w:rPr>
          <w:szCs w:val="28"/>
        </w:rPr>
        <w:t xml:space="preserve"> района Рязанской области </w:t>
      </w:r>
      <w:r w:rsidR="001942E8" w:rsidRPr="001C31AE">
        <w:rPr>
          <w:spacing w:val="40"/>
          <w:szCs w:val="28"/>
        </w:rPr>
        <w:t>решила</w:t>
      </w:r>
      <w:r w:rsidR="001942E8" w:rsidRPr="001C31AE">
        <w:rPr>
          <w:bCs/>
          <w:szCs w:val="28"/>
        </w:rPr>
        <w:t>:</w:t>
      </w:r>
      <w:proofErr w:type="gramEnd"/>
    </w:p>
    <w:p w:rsidR="00A90C92" w:rsidRPr="001C31AE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1C31AE">
        <w:rPr>
          <w:szCs w:val="28"/>
        </w:rPr>
        <w:t>1.</w:t>
      </w:r>
      <w:r w:rsidRPr="001C31AE">
        <w:rPr>
          <w:szCs w:val="28"/>
        </w:rPr>
        <w:tab/>
        <w:t>Зарегистрировать уполномоченн</w:t>
      </w:r>
      <w:r w:rsidR="001A0B50" w:rsidRPr="001C31AE">
        <w:rPr>
          <w:szCs w:val="28"/>
        </w:rPr>
        <w:t>ого</w:t>
      </w:r>
      <w:r w:rsidRPr="001C31AE">
        <w:rPr>
          <w:szCs w:val="28"/>
        </w:rPr>
        <w:t xml:space="preserve"> представител</w:t>
      </w:r>
      <w:r w:rsidR="001A0B50" w:rsidRPr="001C31AE">
        <w:rPr>
          <w:szCs w:val="28"/>
        </w:rPr>
        <w:t>я</w:t>
      </w:r>
      <w:r w:rsidRPr="001C31AE">
        <w:rPr>
          <w:szCs w:val="28"/>
        </w:rPr>
        <w:t xml:space="preserve"> избирательного объединения «</w:t>
      </w:r>
      <w:r w:rsidR="001C31AE" w:rsidRPr="001C31AE">
        <w:rPr>
          <w:szCs w:val="28"/>
        </w:rPr>
        <w:t>Рязанское региональное отделение Политической партии ЛДПР</w:t>
      </w:r>
      <w:r w:rsidR="001C31AE" w:rsidRPr="001C31AE">
        <w:rPr>
          <w:b/>
          <w:szCs w:val="28"/>
        </w:rPr>
        <w:t xml:space="preserve"> – </w:t>
      </w:r>
      <w:r w:rsidR="001C31AE" w:rsidRPr="001C31AE">
        <w:rPr>
          <w:szCs w:val="28"/>
        </w:rPr>
        <w:t>Либерально-демократической партии России</w:t>
      </w:r>
      <w:r w:rsidR="002509BF" w:rsidRPr="001C31AE">
        <w:rPr>
          <w:szCs w:val="28"/>
        </w:rPr>
        <w:t xml:space="preserve">» </w:t>
      </w:r>
      <w:r w:rsidR="001A0B50" w:rsidRPr="001C31AE">
        <w:rPr>
          <w:szCs w:val="28"/>
        </w:rPr>
        <w:t xml:space="preserve">Саркисян Ольгу Константиновну.  </w:t>
      </w:r>
    </w:p>
    <w:p w:rsidR="00A90C92" w:rsidRPr="001C31AE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1C31AE">
        <w:rPr>
          <w:szCs w:val="28"/>
        </w:rPr>
        <w:t>2.</w:t>
      </w:r>
      <w:r w:rsidRPr="001C31AE">
        <w:rPr>
          <w:szCs w:val="28"/>
        </w:rPr>
        <w:tab/>
        <w:t>Направить настоящее решение в участковые избирательные комиссии избирательных участков №№ 68</w:t>
      </w:r>
      <w:r w:rsidR="00E9436B" w:rsidRPr="001C31AE">
        <w:rPr>
          <w:szCs w:val="28"/>
        </w:rPr>
        <w:t>3</w:t>
      </w:r>
      <w:r w:rsidRPr="001C31AE">
        <w:rPr>
          <w:szCs w:val="28"/>
        </w:rPr>
        <w:t>-69</w:t>
      </w:r>
      <w:r w:rsidR="00E9436B" w:rsidRPr="001C31AE">
        <w:rPr>
          <w:szCs w:val="28"/>
        </w:rPr>
        <w:t>8</w:t>
      </w:r>
      <w:r w:rsidRPr="001C31AE">
        <w:rPr>
          <w:szCs w:val="28"/>
        </w:rPr>
        <w:t xml:space="preserve">   </w:t>
      </w:r>
      <w:proofErr w:type="spellStart"/>
      <w:r w:rsidRPr="001C31AE">
        <w:rPr>
          <w:szCs w:val="28"/>
        </w:rPr>
        <w:t>Старожиловского</w:t>
      </w:r>
      <w:proofErr w:type="spellEnd"/>
      <w:r w:rsidRPr="001C31AE">
        <w:rPr>
          <w:szCs w:val="28"/>
        </w:rPr>
        <w:t xml:space="preserve">   района Рязанской области.</w:t>
      </w:r>
    </w:p>
    <w:p w:rsidR="001942E8" w:rsidRPr="001C31AE" w:rsidRDefault="00A90C92" w:rsidP="004A6756">
      <w:pPr>
        <w:pStyle w:val="a5"/>
        <w:spacing w:line="360" w:lineRule="auto"/>
        <w:ind w:firstLine="567"/>
        <w:rPr>
          <w:szCs w:val="28"/>
        </w:rPr>
      </w:pPr>
      <w:r w:rsidRPr="001C31AE">
        <w:rPr>
          <w:szCs w:val="28"/>
        </w:rPr>
        <w:t>3</w:t>
      </w:r>
      <w:r w:rsidR="001942E8" w:rsidRPr="001C31AE">
        <w:rPr>
          <w:szCs w:val="28"/>
        </w:rPr>
        <w:t xml:space="preserve">. </w:t>
      </w:r>
      <w:proofErr w:type="gramStart"/>
      <w:r w:rsidR="001942E8" w:rsidRPr="001C31AE">
        <w:rPr>
          <w:szCs w:val="28"/>
        </w:rPr>
        <w:t>Разместить</w:t>
      </w:r>
      <w:proofErr w:type="gramEnd"/>
      <w:r w:rsidR="001942E8" w:rsidRPr="001C31AE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1942E8" w:rsidRPr="001C31AE">
        <w:rPr>
          <w:szCs w:val="28"/>
        </w:rPr>
        <w:t>Старожиловского</w:t>
      </w:r>
      <w:proofErr w:type="spellEnd"/>
      <w:r w:rsidR="001942E8" w:rsidRPr="001C31AE">
        <w:rPr>
          <w:szCs w:val="28"/>
        </w:rPr>
        <w:t xml:space="preserve"> района Рязанской области.</w:t>
      </w:r>
    </w:p>
    <w:p w:rsidR="001A0B50" w:rsidRPr="001C31AE" w:rsidRDefault="001A0B50" w:rsidP="004A6756">
      <w:pPr>
        <w:pStyle w:val="a5"/>
        <w:spacing w:line="360" w:lineRule="auto"/>
        <w:ind w:firstLine="567"/>
        <w:rPr>
          <w:szCs w:val="28"/>
        </w:rPr>
      </w:pPr>
    </w:p>
    <w:p w:rsidR="00E80C8E" w:rsidRPr="00A90C92" w:rsidRDefault="00A90C92" w:rsidP="004A6756">
      <w:pPr>
        <w:pStyle w:val="a5"/>
        <w:spacing w:line="360" w:lineRule="auto"/>
        <w:ind w:firstLine="567"/>
        <w:rPr>
          <w:b/>
          <w:szCs w:val="28"/>
        </w:rPr>
      </w:pPr>
      <w:r w:rsidRPr="001C31AE">
        <w:rPr>
          <w:szCs w:val="28"/>
        </w:rPr>
        <w:lastRenderedPageBreak/>
        <w:t>4</w:t>
      </w:r>
      <w:r w:rsidR="001942E8" w:rsidRPr="001C31AE">
        <w:rPr>
          <w:szCs w:val="28"/>
        </w:rPr>
        <w:t xml:space="preserve">. </w:t>
      </w:r>
      <w:proofErr w:type="gramStart"/>
      <w:r w:rsidR="001942E8" w:rsidRPr="001C31AE">
        <w:rPr>
          <w:szCs w:val="28"/>
        </w:rPr>
        <w:t>Контроль за</w:t>
      </w:r>
      <w:proofErr w:type="gramEnd"/>
      <w:r w:rsidR="001942E8" w:rsidRPr="001C31AE">
        <w:rPr>
          <w:szCs w:val="28"/>
        </w:rPr>
        <w:t xml:space="preserve"> ис</w:t>
      </w:r>
      <w:bookmarkStart w:id="0" w:name="_GoBack"/>
      <w:bookmarkEnd w:id="0"/>
      <w:r w:rsidR="001942E8" w:rsidRPr="001C31AE">
        <w:rPr>
          <w:szCs w:val="28"/>
        </w:rPr>
        <w:t xml:space="preserve">полнением настоящего решения возложить на секретаря территориальной избирательной комиссии </w:t>
      </w:r>
      <w:proofErr w:type="spellStart"/>
      <w:r w:rsidR="001942E8" w:rsidRPr="001C31AE">
        <w:rPr>
          <w:szCs w:val="28"/>
        </w:rPr>
        <w:t>Старожиловского</w:t>
      </w:r>
      <w:proofErr w:type="spellEnd"/>
      <w:r w:rsidR="001942E8" w:rsidRPr="001C31AE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E9436B" w:rsidRDefault="00E9436B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42" w:rsidRDefault="009F4E42">
      <w:r>
        <w:separator/>
      </w:r>
    </w:p>
  </w:endnote>
  <w:endnote w:type="continuationSeparator" w:id="0">
    <w:p w:rsidR="009F4E42" w:rsidRDefault="009F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42" w:rsidRDefault="009F4E42">
      <w:r>
        <w:separator/>
      </w:r>
    </w:p>
  </w:footnote>
  <w:footnote w:type="continuationSeparator" w:id="0">
    <w:p w:rsidR="009F4E42" w:rsidRDefault="009F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1C31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D50"/>
    <w:rsid w:val="0005468D"/>
    <w:rsid w:val="000629D2"/>
    <w:rsid w:val="000655CD"/>
    <w:rsid w:val="00071EF2"/>
    <w:rsid w:val="00091B54"/>
    <w:rsid w:val="00095775"/>
    <w:rsid w:val="000A336C"/>
    <w:rsid w:val="000A6508"/>
    <w:rsid w:val="000B1DC2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56F2"/>
    <w:rsid w:val="00116E28"/>
    <w:rsid w:val="001314E0"/>
    <w:rsid w:val="001339C8"/>
    <w:rsid w:val="001343AA"/>
    <w:rsid w:val="001410B3"/>
    <w:rsid w:val="0015704E"/>
    <w:rsid w:val="00173B27"/>
    <w:rsid w:val="00173F30"/>
    <w:rsid w:val="001942E8"/>
    <w:rsid w:val="001A0B50"/>
    <w:rsid w:val="001C0160"/>
    <w:rsid w:val="001C12D7"/>
    <w:rsid w:val="001C2AF4"/>
    <w:rsid w:val="001C31AE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09BF"/>
    <w:rsid w:val="00257579"/>
    <w:rsid w:val="00260675"/>
    <w:rsid w:val="00265A33"/>
    <w:rsid w:val="002808B2"/>
    <w:rsid w:val="00291CF0"/>
    <w:rsid w:val="002A6DDE"/>
    <w:rsid w:val="002C0D46"/>
    <w:rsid w:val="002D33DA"/>
    <w:rsid w:val="00301A1C"/>
    <w:rsid w:val="0031415B"/>
    <w:rsid w:val="003154E7"/>
    <w:rsid w:val="00316714"/>
    <w:rsid w:val="003328AF"/>
    <w:rsid w:val="00333A17"/>
    <w:rsid w:val="003504A3"/>
    <w:rsid w:val="0037549B"/>
    <w:rsid w:val="0038203A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508A3"/>
    <w:rsid w:val="004700EA"/>
    <w:rsid w:val="00483206"/>
    <w:rsid w:val="00486228"/>
    <w:rsid w:val="00486CF5"/>
    <w:rsid w:val="00495080"/>
    <w:rsid w:val="0049757D"/>
    <w:rsid w:val="004A0053"/>
    <w:rsid w:val="004A30A2"/>
    <w:rsid w:val="004A6756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93CAF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102D8"/>
    <w:rsid w:val="00723D2D"/>
    <w:rsid w:val="00731F44"/>
    <w:rsid w:val="00742C58"/>
    <w:rsid w:val="0075239B"/>
    <w:rsid w:val="00757A4D"/>
    <w:rsid w:val="00760CB7"/>
    <w:rsid w:val="00762DAF"/>
    <w:rsid w:val="00781FBD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9F4E42"/>
    <w:rsid w:val="00A12CE8"/>
    <w:rsid w:val="00A15182"/>
    <w:rsid w:val="00A2257F"/>
    <w:rsid w:val="00A26EB9"/>
    <w:rsid w:val="00A27221"/>
    <w:rsid w:val="00A42615"/>
    <w:rsid w:val="00A44A05"/>
    <w:rsid w:val="00A62BEE"/>
    <w:rsid w:val="00A82DA4"/>
    <w:rsid w:val="00A90C92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04B0D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94774"/>
    <w:rsid w:val="00BA0E51"/>
    <w:rsid w:val="00BA21B2"/>
    <w:rsid w:val="00BB4069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418CD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C7400"/>
    <w:rsid w:val="00CD7F04"/>
    <w:rsid w:val="00CE4798"/>
    <w:rsid w:val="00CF33EB"/>
    <w:rsid w:val="00D05115"/>
    <w:rsid w:val="00D05B63"/>
    <w:rsid w:val="00D11025"/>
    <w:rsid w:val="00D13F77"/>
    <w:rsid w:val="00D24F07"/>
    <w:rsid w:val="00D268C4"/>
    <w:rsid w:val="00D906E5"/>
    <w:rsid w:val="00D92475"/>
    <w:rsid w:val="00DB0D61"/>
    <w:rsid w:val="00DB2AD8"/>
    <w:rsid w:val="00DB38F7"/>
    <w:rsid w:val="00DB48B5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19F3"/>
    <w:rsid w:val="00E0575D"/>
    <w:rsid w:val="00E23A29"/>
    <w:rsid w:val="00E260BA"/>
    <w:rsid w:val="00E42F94"/>
    <w:rsid w:val="00E54CF0"/>
    <w:rsid w:val="00E601BB"/>
    <w:rsid w:val="00E72F00"/>
    <w:rsid w:val="00E739DC"/>
    <w:rsid w:val="00E80C8E"/>
    <w:rsid w:val="00E93764"/>
    <w:rsid w:val="00E937D1"/>
    <w:rsid w:val="00E9436B"/>
    <w:rsid w:val="00E94F4F"/>
    <w:rsid w:val="00EA2AFD"/>
    <w:rsid w:val="00EA66B8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077D3"/>
    <w:rsid w:val="00F22B7C"/>
    <w:rsid w:val="00F23145"/>
    <w:rsid w:val="00F3059C"/>
    <w:rsid w:val="00F34F07"/>
    <w:rsid w:val="00F729BE"/>
    <w:rsid w:val="00F87A91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0816-601B-477F-A599-0785BEA0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25</cp:revision>
  <cp:lastPrinted>2025-07-27T05:59:00Z</cp:lastPrinted>
  <dcterms:created xsi:type="dcterms:W3CDTF">2022-07-18T10:56:00Z</dcterms:created>
  <dcterms:modified xsi:type="dcterms:W3CDTF">2025-07-27T05:59:00Z</dcterms:modified>
</cp:coreProperties>
</file>