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Старожиловского района Рязанской области </w:t>
            </w:r>
          </w:p>
          <w:p w:rsidR="000B4A03" w:rsidRPr="009C0439" w:rsidRDefault="001F5D9E" w:rsidP="005E2C8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215489">
              <w:rPr>
                <w:szCs w:val="28"/>
              </w:rPr>
              <w:t xml:space="preserve"> </w:t>
            </w:r>
            <w:r w:rsidR="002E39A7">
              <w:rPr>
                <w:szCs w:val="28"/>
              </w:rPr>
              <w:t>04 марта</w:t>
            </w:r>
            <w:r w:rsidR="00FA01B0">
              <w:rPr>
                <w:szCs w:val="28"/>
              </w:rPr>
              <w:t xml:space="preserve"> 202</w:t>
            </w:r>
            <w:r w:rsidR="002E39A7">
              <w:rPr>
                <w:szCs w:val="28"/>
              </w:rPr>
              <w:t>5</w:t>
            </w:r>
            <w:r w:rsidR="00FA01B0">
              <w:rPr>
                <w:szCs w:val="28"/>
              </w:rPr>
              <w:t xml:space="preserve"> г. № </w:t>
            </w:r>
            <w:r w:rsidR="005545E5">
              <w:rPr>
                <w:szCs w:val="28"/>
                <w:lang w:val="en-US"/>
              </w:rPr>
              <w:t>112</w:t>
            </w:r>
            <w:r>
              <w:rPr>
                <w:szCs w:val="28"/>
              </w:rPr>
              <w:t>/</w:t>
            </w:r>
            <w:r w:rsidR="002E39A7">
              <w:rPr>
                <w:szCs w:val="28"/>
              </w:rPr>
              <w:t>622</w:t>
            </w:r>
          </w:p>
          <w:p w:rsidR="009C0439" w:rsidRPr="009C0439" w:rsidRDefault="009C0439" w:rsidP="009C0439">
            <w:pPr>
              <w:rPr>
                <w:szCs w:val="28"/>
                <w:lang w:val="en-US"/>
              </w:rPr>
            </w:pPr>
          </w:p>
        </w:tc>
      </w:tr>
    </w:tbl>
    <w:p w:rsidR="006C3881" w:rsidRDefault="006C3881" w:rsidP="006C3881">
      <w:pPr>
        <w:pStyle w:val="3"/>
      </w:pPr>
      <w:bookmarkStart w:id="0" w:name="_GoBack"/>
      <w:bookmarkEnd w:id="0"/>
    </w:p>
    <w:p w:rsidR="001F5D9E" w:rsidRDefault="001F5D9E" w:rsidP="00E46F24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</w:t>
      </w:r>
      <w:r w:rsidR="00534E83">
        <w:rPr>
          <w:b/>
          <w:sz w:val="28"/>
          <w:szCs w:val="28"/>
        </w:rPr>
        <w:t xml:space="preserve">дополнительного </w:t>
      </w:r>
      <w:r w:rsidR="007A4F9E">
        <w:rPr>
          <w:b/>
          <w:sz w:val="28"/>
          <w:szCs w:val="28"/>
        </w:rPr>
        <w:t xml:space="preserve">зачисления в </w:t>
      </w:r>
      <w:r w:rsidRPr="0055484C">
        <w:rPr>
          <w:b/>
          <w:sz w:val="28"/>
          <w:szCs w:val="28"/>
        </w:rPr>
        <w:t xml:space="preserve"> резерв составов участковых комиссий</w:t>
      </w:r>
      <w:r w:rsidR="00E46F24" w:rsidRPr="00E46F24">
        <w:rPr>
          <w:b/>
          <w:sz w:val="28"/>
          <w:szCs w:val="28"/>
        </w:rPr>
        <w:t xml:space="preserve"> </w:t>
      </w:r>
      <w:r w:rsidR="00E46F24">
        <w:rPr>
          <w:b/>
          <w:sz w:val="28"/>
          <w:szCs w:val="28"/>
        </w:rPr>
        <w:t>избирательных участков №№ 683-698 Старожиловского района Рязанской области</w:t>
      </w:r>
    </w:p>
    <w:p w:rsidR="004A12B4" w:rsidRDefault="004A12B4" w:rsidP="001F5D9E">
      <w:pPr>
        <w:pStyle w:val="3"/>
        <w:jc w:val="center"/>
        <w:rPr>
          <w:b/>
          <w:sz w:val="28"/>
          <w:szCs w:val="28"/>
        </w:rPr>
      </w:pPr>
    </w:p>
    <w:p w:rsidR="00E46F24" w:rsidRPr="001D0380" w:rsidRDefault="00E46F24" w:rsidP="001F5D9E">
      <w:pPr>
        <w:pStyle w:val="3"/>
        <w:jc w:val="center"/>
        <w:rPr>
          <w:sz w:val="28"/>
          <w:szCs w:val="28"/>
        </w:rPr>
      </w:pPr>
    </w:p>
    <w:tbl>
      <w:tblPr>
        <w:tblStyle w:val="af3"/>
        <w:tblW w:w="11307" w:type="dxa"/>
        <w:tblInd w:w="-1388" w:type="dxa"/>
        <w:tblLayout w:type="fixed"/>
        <w:tblLook w:val="04A0"/>
      </w:tblPr>
      <w:tblGrid>
        <w:gridCol w:w="649"/>
        <w:gridCol w:w="2295"/>
        <w:gridCol w:w="1671"/>
        <w:gridCol w:w="3505"/>
        <w:gridCol w:w="1740"/>
        <w:gridCol w:w="1447"/>
      </w:tblGrid>
      <w:tr w:rsidR="00534E83" w:rsidTr="00BC12BA">
        <w:trPr>
          <w:trHeight w:val="139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534E83">
              <w:rPr>
                <w:rFonts w:ascii="Times New Roman" w:hAnsi="Times New Roman"/>
              </w:rPr>
              <w:t>№</w:t>
            </w:r>
          </w:p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534E83">
              <w:rPr>
                <w:rFonts w:ascii="Times New Roman" w:hAnsi="Times New Roman"/>
              </w:rPr>
              <w:t>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534E83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E83" w:rsidRDefault="00534E83">
            <w:pPr>
              <w:pStyle w:val="ae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Д</w:t>
            </w:r>
            <w:r w:rsidRPr="008915A1">
              <w:rPr>
                <w:rFonts w:ascii="Times New Roman" w:hAnsi="Times New Roman"/>
                <w:bCs/>
                <w:color w:val="000000"/>
              </w:rPr>
              <w:t xml:space="preserve">ата 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8915A1">
              <w:rPr>
                <w:rFonts w:ascii="Times New Roman" w:hAnsi="Times New Roman"/>
                <w:bCs/>
                <w:color w:val="000000"/>
              </w:rPr>
              <w:t>рождения</w:t>
            </w:r>
            <w:r w:rsidRPr="00534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BA" w:rsidRDefault="00BC12BA">
            <w:pPr>
              <w:pStyle w:val="ae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BC12BA" w:rsidRDefault="00BC12BA">
            <w:pPr>
              <w:pStyle w:val="ae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BC12BA" w:rsidRDefault="00534E83">
            <w:pPr>
              <w:pStyle w:val="ae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915A1">
              <w:rPr>
                <w:rFonts w:ascii="Times New Roman" w:hAnsi="Times New Roman"/>
                <w:bCs/>
                <w:color w:val="000000"/>
              </w:rPr>
              <w:t xml:space="preserve">Наименование </w:t>
            </w:r>
          </w:p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8915A1">
              <w:rPr>
                <w:rFonts w:ascii="Times New Roman" w:hAnsi="Times New Roman"/>
                <w:bCs/>
                <w:color w:val="000000"/>
              </w:rPr>
              <w:t>субъекта выдвижения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8915A1">
              <w:rPr>
                <w:rFonts w:ascii="Times New Roman" w:hAnsi="Times New Roman"/>
                <w:bCs/>
                <w:color w:val="00000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E83" w:rsidRPr="00534E83" w:rsidRDefault="00534E83">
            <w:pPr>
              <w:pStyle w:val="ae"/>
              <w:jc w:val="center"/>
              <w:rPr>
                <w:rFonts w:ascii="Times New Roman" w:hAnsi="Times New Roman"/>
              </w:rPr>
            </w:pPr>
            <w:r w:rsidRPr="00534E83">
              <w:rPr>
                <w:rFonts w:ascii="Times New Roman" w:hAnsi="Times New Roman"/>
              </w:rPr>
              <w:t>№ избирательного участка</w:t>
            </w:r>
          </w:p>
        </w:tc>
      </w:tr>
      <w:tr w:rsidR="00534E83" w:rsidRPr="00C84152" w:rsidTr="00BC12BA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1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Default="00534E83" w:rsidP="00C84152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Исаева </w:t>
            </w:r>
          </w:p>
          <w:p w:rsidR="00534E83" w:rsidRPr="00C84152" w:rsidRDefault="00534E83" w:rsidP="00C84152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Светлана Николаевна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BC12BA" w:rsidP="007A1B7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05.08.1977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D33D59" w:rsidRDefault="00534E83" w:rsidP="00534E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Собрание избирателей по месту </w:t>
            </w:r>
            <w:r w:rsidR="00D33D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жительства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2E39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2E39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152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34E83" w:rsidRPr="00C84152" w:rsidTr="00BC12BA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C84152">
            <w:pPr>
              <w:pStyle w:val="a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Тулюлюк Татьяна Сергеевна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BC12BA" w:rsidP="007A1B7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15.12.1988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534E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Собрание избирателей по месту жительства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Default="00534E83" w:rsidP="002E39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83" w:rsidRPr="00C84152" w:rsidRDefault="00534E83" w:rsidP="002E39A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</w:tbl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sectPr w:rsidR="0087227C" w:rsidRPr="00F7764B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768" w:rsidRDefault="009D6768">
      <w:r>
        <w:separator/>
      </w:r>
    </w:p>
  </w:endnote>
  <w:endnote w:type="continuationSeparator" w:id="0">
    <w:p w:rsidR="009D6768" w:rsidRDefault="009D6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768" w:rsidRDefault="009D6768">
      <w:r>
        <w:separator/>
      </w:r>
    </w:p>
  </w:footnote>
  <w:footnote w:type="continuationSeparator" w:id="0">
    <w:p w:rsidR="009D6768" w:rsidRDefault="009D6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755D17" w:rsidRDefault="0022609C">
        <w:pPr>
          <w:pStyle w:val="a7"/>
          <w:jc w:val="center"/>
        </w:pPr>
        <w:r>
          <w:fldChar w:fldCharType="begin"/>
        </w:r>
        <w:r w:rsidR="006045A9">
          <w:instrText xml:space="preserve"> PAGE   \* MERGEFORMAT </w:instrText>
        </w:r>
        <w:r>
          <w:fldChar w:fldCharType="separate"/>
        </w:r>
        <w:r w:rsidR="00BC12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31837"/>
    <w:rsid w:val="000629D2"/>
    <w:rsid w:val="00091B54"/>
    <w:rsid w:val="00095775"/>
    <w:rsid w:val="000A336C"/>
    <w:rsid w:val="000A7B79"/>
    <w:rsid w:val="000B2C65"/>
    <w:rsid w:val="000B4A03"/>
    <w:rsid w:val="000C468D"/>
    <w:rsid w:val="000C6DA3"/>
    <w:rsid w:val="000E3234"/>
    <w:rsid w:val="0010526D"/>
    <w:rsid w:val="00105A2C"/>
    <w:rsid w:val="0011521C"/>
    <w:rsid w:val="00116E28"/>
    <w:rsid w:val="001410B3"/>
    <w:rsid w:val="00141F92"/>
    <w:rsid w:val="00197AC4"/>
    <w:rsid w:val="001B5901"/>
    <w:rsid w:val="001C0160"/>
    <w:rsid w:val="001C12D7"/>
    <w:rsid w:val="001C2AF4"/>
    <w:rsid w:val="001C5EE1"/>
    <w:rsid w:val="001D0380"/>
    <w:rsid w:val="001D52C9"/>
    <w:rsid w:val="001E1750"/>
    <w:rsid w:val="001F5D9E"/>
    <w:rsid w:val="001F6F76"/>
    <w:rsid w:val="001F7259"/>
    <w:rsid w:val="0020531F"/>
    <w:rsid w:val="00215489"/>
    <w:rsid w:val="0021604A"/>
    <w:rsid w:val="00222060"/>
    <w:rsid w:val="0022609C"/>
    <w:rsid w:val="00226742"/>
    <w:rsid w:val="00261781"/>
    <w:rsid w:val="002937A8"/>
    <w:rsid w:val="002A51CD"/>
    <w:rsid w:val="002A6DDE"/>
    <w:rsid w:val="002C0D46"/>
    <w:rsid w:val="002C2019"/>
    <w:rsid w:val="002E39A7"/>
    <w:rsid w:val="0031415B"/>
    <w:rsid w:val="003328AF"/>
    <w:rsid w:val="00333A17"/>
    <w:rsid w:val="00362943"/>
    <w:rsid w:val="003667F6"/>
    <w:rsid w:val="003674E9"/>
    <w:rsid w:val="003854BB"/>
    <w:rsid w:val="003B363D"/>
    <w:rsid w:val="003C2BAE"/>
    <w:rsid w:val="003D42AD"/>
    <w:rsid w:val="003E776C"/>
    <w:rsid w:val="003F69A9"/>
    <w:rsid w:val="00420AE9"/>
    <w:rsid w:val="00431EC4"/>
    <w:rsid w:val="0046068C"/>
    <w:rsid w:val="00483C17"/>
    <w:rsid w:val="00486CF5"/>
    <w:rsid w:val="00495080"/>
    <w:rsid w:val="0049653E"/>
    <w:rsid w:val="004A12B4"/>
    <w:rsid w:val="004A30A2"/>
    <w:rsid w:val="004C20A1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34E83"/>
    <w:rsid w:val="00542F46"/>
    <w:rsid w:val="005545E5"/>
    <w:rsid w:val="0055484C"/>
    <w:rsid w:val="005635FA"/>
    <w:rsid w:val="005709F1"/>
    <w:rsid w:val="00583A68"/>
    <w:rsid w:val="005B194A"/>
    <w:rsid w:val="005D343F"/>
    <w:rsid w:val="005D6E6A"/>
    <w:rsid w:val="005D72CA"/>
    <w:rsid w:val="005E2C85"/>
    <w:rsid w:val="005E5634"/>
    <w:rsid w:val="005E7138"/>
    <w:rsid w:val="006045A9"/>
    <w:rsid w:val="00611D71"/>
    <w:rsid w:val="006176E7"/>
    <w:rsid w:val="00617B86"/>
    <w:rsid w:val="0062748E"/>
    <w:rsid w:val="00635976"/>
    <w:rsid w:val="00663749"/>
    <w:rsid w:val="00681C5C"/>
    <w:rsid w:val="00697BA1"/>
    <w:rsid w:val="006C3881"/>
    <w:rsid w:val="006D0B2F"/>
    <w:rsid w:val="006D3402"/>
    <w:rsid w:val="006D44D4"/>
    <w:rsid w:val="006E1C6C"/>
    <w:rsid w:val="006E3091"/>
    <w:rsid w:val="007009E3"/>
    <w:rsid w:val="00725777"/>
    <w:rsid w:val="00731249"/>
    <w:rsid w:val="00755AB3"/>
    <w:rsid w:val="00755D17"/>
    <w:rsid w:val="007575A7"/>
    <w:rsid w:val="007725BA"/>
    <w:rsid w:val="00792CC4"/>
    <w:rsid w:val="00794CBC"/>
    <w:rsid w:val="007A16EF"/>
    <w:rsid w:val="007A1B79"/>
    <w:rsid w:val="007A4F9E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37D5"/>
    <w:rsid w:val="00865FD7"/>
    <w:rsid w:val="00871F8D"/>
    <w:rsid w:val="0087227C"/>
    <w:rsid w:val="008751AC"/>
    <w:rsid w:val="00877990"/>
    <w:rsid w:val="00881C1A"/>
    <w:rsid w:val="00893EB4"/>
    <w:rsid w:val="008A58C8"/>
    <w:rsid w:val="008B446D"/>
    <w:rsid w:val="008D0CA7"/>
    <w:rsid w:val="008F2767"/>
    <w:rsid w:val="0090151C"/>
    <w:rsid w:val="0090488F"/>
    <w:rsid w:val="00922EFF"/>
    <w:rsid w:val="00926712"/>
    <w:rsid w:val="00947735"/>
    <w:rsid w:val="0096414B"/>
    <w:rsid w:val="00971E57"/>
    <w:rsid w:val="00972952"/>
    <w:rsid w:val="00974E23"/>
    <w:rsid w:val="00981B0B"/>
    <w:rsid w:val="009859A9"/>
    <w:rsid w:val="00993523"/>
    <w:rsid w:val="009B0E05"/>
    <w:rsid w:val="009C0439"/>
    <w:rsid w:val="009C41DB"/>
    <w:rsid w:val="009D05BB"/>
    <w:rsid w:val="009D6768"/>
    <w:rsid w:val="009D7620"/>
    <w:rsid w:val="009F1882"/>
    <w:rsid w:val="00A12CE8"/>
    <w:rsid w:val="00A27221"/>
    <w:rsid w:val="00A42615"/>
    <w:rsid w:val="00A44A05"/>
    <w:rsid w:val="00A96200"/>
    <w:rsid w:val="00A965BC"/>
    <w:rsid w:val="00AA2A4A"/>
    <w:rsid w:val="00AA2C60"/>
    <w:rsid w:val="00AA6B91"/>
    <w:rsid w:val="00B00804"/>
    <w:rsid w:val="00B0611D"/>
    <w:rsid w:val="00B12801"/>
    <w:rsid w:val="00B2023D"/>
    <w:rsid w:val="00B254D0"/>
    <w:rsid w:val="00B42F95"/>
    <w:rsid w:val="00B703C3"/>
    <w:rsid w:val="00B717BE"/>
    <w:rsid w:val="00B86361"/>
    <w:rsid w:val="00B879F3"/>
    <w:rsid w:val="00B87FE7"/>
    <w:rsid w:val="00BA0E51"/>
    <w:rsid w:val="00BC12BA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633E8"/>
    <w:rsid w:val="00C63DB1"/>
    <w:rsid w:val="00C6536F"/>
    <w:rsid w:val="00C65426"/>
    <w:rsid w:val="00C66C1D"/>
    <w:rsid w:val="00C713BE"/>
    <w:rsid w:val="00C77FC6"/>
    <w:rsid w:val="00C84152"/>
    <w:rsid w:val="00C95FDB"/>
    <w:rsid w:val="00CA6982"/>
    <w:rsid w:val="00CB3CC8"/>
    <w:rsid w:val="00CB50B0"/>
    <w:rsid w:val="00CC6A11"/>
    <w:rsid w:val="00CD7F04"/>
    <w:rsid w:val="00CE6F36"/>
    <w:rsid w:val="00D04135"/>
    <w:rsid w:val="00D11025"/>
    <w:rsid w:val="00D12D25"/>
    <w:rsid w:val="00D24F07"/>
    <w:rsid w:val="00D31CF7"/>
    <w:rsid w:val="00D33D59"/>
    <w:rsid w:val="00D5030E"/>
    <w:rsid w:val="00D50F73"/>
    <w:rsid w:val="00D53CAA"/>
    <w:rsid w:val="00D8438A"/>
    <w:rsid w:val="00DA1579"/>
    <w:rsid w:val="00DA729A"/>
    <w:rsid w:val="00DB0D61"/>
    <w:rsid w:val="00DB2AD8"/>
    <w:rsid w:val="00DB73C4"/>
    <w:rsid w:val="00DC689A"/>
    <w:rsid w:val="00DD3AD6"/>
    <w:rsid w:val="00DD4356"/>
    <w:rsid w:val="00DF0713"/>
    <w:rsid w:val="00E02374"/>
    <w:rsid w:val="00E05879"/>
    <w:rsid w:val="00E11FE2"/>
    <w:rsid w:val="00E260BA"/>
    <w:rsid w:val="00E42F94"/>
    <w:rsid w:val="00E46F24"/>
    <w:rsid w:val="00E72F00"/>
    <w:rsid w:val="00E773D5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1C88"/>
    <w:rsid w:val="00EF33E0"/>
    <w:rsid w:val="00F00029"/>
    <w:rsid w:val="00F04799"/>
    <w:rsid w:val="00F23145"/>
    <w:rsid w:val="00F3059C"/>
    <w:rsid w:val="00F34F07"/>
    <w:rsid w:val="00F35EA2"/>
    <w:rsid w:val="00F4375D"/>
    <w:rsid w:val="00F652B4"/>
    <w:rsid w:val="00F7764B"/>
    <w:rsid w:val="00F90EDC"/>
    <w:rsid w:val="00FA01B0"/>
    <w:rsid w:val="00FD1125"/>
    <w:rsid w:val="00FE05DA"/>
    <w:rsid w:val="00FE4C6C"/>
    <w:rsid w:val="00FF5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uiPriority w:val="59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FE05DA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5D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C104-D0B0-446C-812D-1CA71E8E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227</TotalTime>
  <Pages>1</Pages>
  <Words>77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48</cp:revision>
  <cp:lastPrinted>2025-03-05T11:37:00Z</cp:lastPrinted>
  <dcterms:created xsi:type="dcterms:W3CDTF">2021-03-22T05:53:00Z</dcterms:created>
  <dcterms:modified xsi:type="dcterms:W3CDTF">2025-03-05T12:32:00Z</dcterms:modified>
</cp:coreProperties>
</file>