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80326F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0326F">
        <w:rPr>
          <w:b/>
          <w:sz w:val="32"/>
          <w:szCs w:val="32"/>
        </w:rPr>
        <w:t>ТЕРРИТОРИАЛЬНАЯ ИЗБИРАТЕЛЬНАЯ</w:t>
      </w:r>
      <w:r w:rsidR="00E72F00" w:rsidRPr="0080326F">
        <w:rPr>
          <w:b/>
          <w:sz w:val="32"/>
          <w:szCs w:val="32"/>
        </w:rPr>
        <w:t xml:space="preserve"> КОМИССИЯ СТАРОЖИЛОВСКОГО </w:t>
      </w:r>
      <w:r w:rsidRPr="0080326F">
        <w:rPr>
          <w:b/>
          <w:sz w:val="32"/>
          <w:szCs w:val="32"/>
        </w:rPr>
        <w:t>РАЙОНА</w:t>
      </w:r>
      <w:r w:rsidR="00A12CE8" w:rsidRPr="0080326F">
        <w:rPr>
          <w:b/>
          <w:sz w:val="32"/>
          <w:szCs w:val="32"/>
        </w:rPr>
        <w:t xml:space="preserve"> РЯЗАНСКОЙ ОБЛАСТИ</w:t>
      </w:r>
    </w:p>
    <w:p w:rsidR="00893EB4" w:rsidRPr="0080326F" w:rsidRDefault="00893EB4" w:rsidP="0080326F">
      <w:pPr>
        <w:spacing w:line="360" w:lineRule="auto"/>
        <w:jc w:val="center"/>
        <w:rPr>
          <w:b/>
          <w:bCs/>
          <w:sz w:val="32"/>
          <w:szCs w:val="32"/>
        </w:rPr>
      </w:pPr>
    </w:p>
    <w:p w:rsidR="006C3881" w:rsidRDefault="00893EB4" w:rsidP="002B30BD">
      <w:pPr>
        <w:pStyle w:val="1"/>
        <w:keepNext w:val="0"/>
        <w:spacing w:line="360" w:lineRule="auto"/>
        <w:rPr>
          <w:spacing w:val="20"/>
          <w:sz w:val="32"/>
          <w:szCs w:val="32"/>
        </w:rPr>
      </w:pPr>
      <w:r w:rsidRPr="0080326F">
        <w:rPr>
          <w:spacing w:val="20"/>
          <w:sz w:val="32"/>
          <w:szCs w:val="32"/>
        </w:rPr>
        <w:t>РЕШЕНИЕ</w:t>
      </w:r>
    </w:p>
    <w:p w:rsidR="002B30BD" w:rsidRPr="002B30BD" w:rsidRDefault="002B30BD" w:rsidP="002B30BD"/>
    <w:p w:rsidR="00A13D6D" w:rsidRPr="00987D5A" w:rsidRDefault="00987D5A" w:rsidP="002B30BD">
      <w:pPr>
        <w:tabs>
          <w:tab w:val="left" w:pos="8160"/>
        </w:tabs>
        <w:jc w:val="both"/>
        <w:rPr>
          <w:szCs w:val="28"/>
        </w:rPr>
      </w:pPr>
      <w:r w:rsidRPr="00987D5A">
        <w:rPr>
          <w:szCs w:val="28"/>
        </w:rPr>
        <w:t>20</w:t>
      </w:r>
      <w:r w:rsidR="00A13D6D" w:rsidRPr="00987D5A">
        <w:rPr>
          <w:szCs w:val="28"/>
        </w:rPr>
        <w:t xml:space="preserve"> </w:t>
      </w:r>
      <w:r w:rsidRPr="00987D5A">
        <w:rPr>
          <w:szCs w:val="28"/>
        </w:rPr>
        <w:t>ноября</w:t>
      </w:r>
      <w:r w:rsidR="00A13D6D" w:rsidRPr="00987D5A">
        <w:rPr>
          <w:szCs w:val="28"/>
        </w:rPr>
        <w:t xml:space="preserve"> 202</w:t>
      </w:r>
      <w:r w:rsidRPr="00987D5A">
        <w:rPr>
          <w:szCs w:val="28"/>
        </w:rPr>
        <w:t>4</w:t>
      </w:r>
      <w:r w:rsidR="00A13D6D" w:rsidRPr="00987D5A">
        <w:rPr>
          <w:szCs w:val="28"/>
        </w:rPr>
        <w:t xml:space="preserve">г.                                                             </w:t>
      </w:r>
      <w:r w:rsidRPr="00987D5A">
        <w:rPr>
          <w:szCs w:val="28"/>
        </w:rPr>
        <w:t xml:space="preserve">                               110</w:t>
      </w:r>
      <w:r w:rsidR="00A13D6D" w:rsidRPr="00987D5A">
        <w:rPr>
          <w:szCs w:val="28"/>
        </w:rPr>
        <w:t>/</w:t>
      </w:r>
      <w:r w:rsidRPr="00987D5A">
        <w:rPr>
          <w:szCs w:val="28"/>
        </w:rPr>
        <w:t>61</w:t>
      </w:r>
      <w:r w:rsidR="00742E87">
        <w:rPr>
          <w:szCs w:val="28"/>
        </w:rPr>
        <w:t>9</w:t>
      </w:r>
    </w:p>
    <w:p w:rsidR="00A13D6D" w:rsidRPr="00987D5A" w:rsidRDefault="00A13D6D" w:rsidP="0080326F">
      <w:pPr>
        <w:tabs>
          <w:tab w:val="left" w:pos="8160"/>
        </w:tabs>
        <w:jc w:val="center"/>
        <w:rPr>
          <w:szCs w:val="28"/>
        </w:rPr>
      </w:pPr>
    </w:p>
    <w:p w:rsidR="00A13D6D" w:rsidRDefault="00A13D6D" w:rsidP="0080326F">
      <w:pPr>
        <w:tabs>
          <w:tab w:val="left" w:pos="8160"/>
        </w:tabs>
        <w:jc w:val="center"/>
        <w:rPr>
          <w:b/>
          <w:szCs w:val="28"/>
        </w:rPr>
      </w:pPr>
      <w:proofErr w:type="spellStart"/>
      <w:r w:rsidRPr="00987D5A">
        <w:rPr>
          <w:b/>
          <w:szCs w:val="28"/>
        </w:rPr>
        <w:t>р.п</w:t>
      </w:r>
      <w:proofErr w:type="spellEnd"/>
      <w:r w:rsidRPr="00987D5A">
        <w:rPr>
          <w:b/>
          <w:szCs w:val="28"/>
        </w:rPr>
        <w:t>. Старожилово</w:t>
      </w:r>
    </w:p>
    <w:p w:rsidR="00A13D6D" w:rsidRDefault="00A13D6D" w:rsidP="00A13D6D">
      <w:pPr>
        <w:tabs>
          <w:tab w:val="left" w:pos="8160"/>
        </w:tabs>
        <w:jc w:val="center"/>
        <w:rPr>
          <w:b/>
          <w:szCs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BD0DA4" w:rsidRPr="008C01EC" w:rsidTr="00C0153D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957F67" w:rsidRDefault="00BD0DA4" w:rsidP="00C0153D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кандидатурах для исключения из резерва составов участковых избирательных комиссий избирательных участков №№ 683-698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района </w:t>
            </w:r>
          </w:p>
          <w:p w:rsidR="00BD0DA4" w:rsidRPr="00FA6938" w:rsidRDefault="00BD0DA4" w:rsidP="00C0153D">
            <w:pPr>
              <w:pStyle w:val="af0"/>
              <w:rPr>
                <w:szCs w:val="28"/>
              </w:rPr>
            </w:pPr>
            <w:r>
              <w:rPr>
                <w:bCs/>
                <w:szCs w:val="28"/>
              </w:rPr>
              <w:t>Рязанской области</w:t>
            </w:r>
          </w:p>
        </w:tc>
      </w:tr>
    </w:tbl>
    <w:p w:rsidR="00BD0DA4" w:rsidRPr="00E212C9" w:rsidRDefault="00BD0DA4" w:rsidP="00BD0DA4">
      <w:pPr>
        <w:spacing w:line="360" w:lineRule="auto"/>
        <w:ind w:firstLine="708"/>
        <w:jc w:val="both"/>
        <w:rPr>
          <w:sz w:val="16"/>
          <w:szCs w:val="16"/>
        </w:rPr>
      </w:pPr>
    </w:p>
    <w:p w:rsidR="00BD0DA4" w:rsidRDefault="00BD0DA4" w:rsidP="00BD0DA4">
      <w:pPr>
        <w:spacing w:line="360" w:lineRule="auto"/>
        <w:ind w:firstLine="708"/>
        <w:jc w:val="both"/>
        <w:rPr>
          <w:szCs w:val="28"/>
        </w:rPr>
      </w:pPr>
    </w:p>
    <w:p w:rsidR="00BD0DA4" w:rsidRPr="000651FC" w:rsidRDefault="00BD0DA4" w:rsidP="00BD0DA4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>На основании пункта 9 статьи 26 Федерального закона от 12 июня 2002 г. №67-ФЗ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г. № 152</w:t>
      </w:r>
      <w:proofErr w:type="gramEnd"/>
      <w:r>
        <w:rPr>
          <w:szCs w:val="28"/>
        </w:rPr>
        <w:t xml:space="preserve">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</w:t>
      </w:r>
      <w:r w:rsidRPr="008C01EC">
        <w:rPr>
          <w:szCs w:val="28"/>
        </w:rPr>
        <w:t>территориальная избирательная комиссия</w:t>
      </w:r>
      <w:r>
        <w:rPr>
          <w:szCs w:val="28"/>
        </w:rPr>
        <w:t xml:space="preserve"> </w:t>
      </w:r>
      <w:proofErr w:type="spellStart"/>
      <w:r w:rsidRPr="008C01EC">
        <w:rPr>
          <w:szCs w:val="28"/>
        </w:rPr>
        <w:t>Старожиловского</w:t>
      </w:r>
      <w:proofErr w:type="spellEnd"/>
      <w:r w:rsidRPr="008C01EC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8C01EC">
        <w:rPr>
          <w:spacing w:val="40"/>
          <w:szCs w:val="28"/>
        </w:rPr>
        <w:t>решила</w:t>
      </w:r>
      <w:r w:rsidRPr="000651FC">
        <w:rPr>
          <w:bCs/>
          <w:szCs w:val="28"/>
        </w:rPr>
        <w:t>:</w:t>
      </w:r>
    </w:p>
    <w:p w:rsidR="00BD0DA4" w:rsidRDefault="00BD0DA4" w:rsidP="00BD0DA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Предложить для исключения из резерва составов участковых избирательных комиссий избирательных участков №№ 683-698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кандидатуры, согласно прилагаемому списку.</w:t>
      </w:r>
    </w:p>
    <w:p w:rsidR="00BD0DA4" w:rsidRDefault="00BD0DA4" w:rsidP="00BD0DA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Направить настоящее решение и список кандидатур для исключения из резерва составов участковых избирательных комиссий избирательных участков №№ 683-698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в Избирательную комиссию Рязанской области.</w:t>
      </w:r>
    </w:p>
    <w:p w:rsidR="00BD0DA4" w:rsidRDefault="00BD0DA4" w:rsidP="00BD0DA4">
      <w:pPr>
        <w:spacing w:line="360" w:lineRule="auto"/>
        <w:ind w:firstLine="426"/>
        <w:jc w:val="both"/>
        <w:rPr>
          <w:szCs w:val="28"/>
        </w:rPr>
      </w:pPr>
    </w:p>
    <w:p w:rsidR="00BD0DA4" w:rsidRDefault="00BD0DA4" w:rsidP="00BD0DA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BD0DA4" w:rsidRDefault="00BD0DA4" w:rsidP="00BD0DA4">
      <w:pPr>
        <w:spacing w:line="360" w:lineRule="auto"/>
        <w:ind w:firstLine="426"/>
        <w:jc w:val="both"/>
        <w:rPr>
          <w:sz w:val="16"/>
          <w:szCs w:val="16"/>
        </w:rPr>
      </w:pPr>
    </w:p>
    <w:p w:rsidR="00BD0DA4" w:rsidRDefault="00BD0DA4" w:rsidP="00BD0DA4">
      <w:pPr>
        <w:spacing w:line="360" w:lineRule="auto"/>
        <w:ind w:firstLine="426"/>
        <w:jc w:val="both"/>
        <w:rPr>
          <w:sz w:val="16"/>
          <w:szCs w:val="16"/>
        </w:rPr>
      </w:pPr>
    </w:p>
    <w:p w:rsidR="00957F67" w:rsidRPr="00E72F00" w:rsidRDefault="00957F67" w:rsidP="00BD0DA4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BD0DA4" w:rsidRPr="00400BA8" w:rsidTr="00C0153D">
        <w:tc>
          <w:tcPr>
            <w:tcW w:w="4219" w:type="dxa"/>
            <w:hideMark/>
          </w:tcPr>
          <w:p w:rsidR="00BD0DA4" w:rsidRPr="00400BA8" w:rsidRDefault="00BD0DA4" w:rsidP="00C015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BD0DA4" w:rsidRPr="00400BA8" w:rsidRDefault="00BD0DA4" w:rsidP="00C015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BD0DA4" w:rsidRPr="00400BA8" w:rsidRDefault="00BD0DA4" w:rsidP="00C0153D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BD0DA4" w:rsidRPr="00400BA8" w:rsidRDefault="00BD0DA4" w:rsidP="00C0153D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BD0DA4" w:rsidRPr="00400BA8" w:rsidRDefault="00BD0DA4" w:rsidP="00C015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BD0DA4" w:rsidRPr="00400BA8" w:rsidRDefault="00BD0DA4" w:rsidP="00C0153D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BD0DA4" w:rsidRPr="00831298" w:rsidTr="00C0153D">
        <w:trPr>
          <w:trHeight w:val="150"/>
        </w:trPr>
        <w:tc>
          <w:tcPr>
            <w:tcW w:w="4219" w:type="dxa"/>
          </w:tcPr>
          <w:p w:rsidR="00BD0DA4" w:rsidRPr="00831298" w:rsidRDefault="00BD0DA4" w:rsidP="00C0153D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BD0DA4" w:rsidRPr="00831298" w:rsidRDefault="00BD0DA4" w:rsidP="00C0153D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BD0DA4" w:rsidRPr="00831298" w:rsidRDefault="00BD0DA4" w:rsidP="00C0153D">
            <w:pPr>
              <w:pStyle w:val="ae"/>
            </w:pPr>
          </w:p>
        </w:tc>
      </w:tr>
      <w:tr w:rsidR="00BD0DA4" w:rsidRPr="00400BA8" w:rsidTr="00C0153D">
        <w:tc>
          <w:tcPr>
            <w:tcW w:w="4219" w:type="dxa"/>
            <w:hideMark/>
          </w:tcPr>
          <w:p w:rsidR="00BD0DA4" w:rsidRPr="00400BA8" w:rsidRDefault="00BD0DA4" w:rsidP="00C015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BD0DA4" w:rsidRPr="00400BA8" w:rsidRDefault="00BD0DA4" w:rsidP="00C015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BD0DA4" w:rsidRPr="00400BA8" w:rsidRDefault="00BD0DA4" w:rsidP="00C0153D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BD0DA4" w:rsidRPr="00400BA8" w:rsidRDefault="00BD0DA4" w:rsidP="00C0153D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BD0DA4" w:rsidRPr="00400BA8" w:rsidRDefault="00BD0DA4" w:rsidP="00C015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BD0DA4" w:rsidRDefault="00BD0DA4" w:rsidP="00BD0DA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BD0DA4" w:rsidTr="00C0153D">
        <w:tc>
          <w:tcPr>
            <w:tcW w:w="3359" w:type="dxa"/>
            <w:hideMark/>
          </w:tcPr>
          <w:p w:rsidR="00BD0DA4" w:rsidRDefault="00BD0DA4" w:rsidP="00C0153D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BD0DA4" w:rsidRDefault="00BD0DA4" w:rsidP="00C0153D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957F67" w:rsidRDefault="00957F67" w:rsidP="00C0153D">
            <w:pPr>
              <w:jc w:val="center"/>
              <w:rPr>
                <w:szCs w:val="28"/>
              </w:rPr>
            </w:pPr>
          </w:p>
          <w:p w:rsidR="00BD0DA4" w:rsidRDefault="00BD0DA4" w:rsidP="00C015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Приложение </w:t>
            </w:r>
          </w:p>
          <w:p w:rsidR="00BD0DA4" w:rsidRDefault="00BD0DA4" w:rsidP="00C015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BD0DA4" w:rsidRPr="00083F92" w:rsidRDefault="00BD0DA4" w:rsidP="00957F6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от  </w:t>
            </w:r>
            <w:r w:rsidR="00957F67">
              <w:rPr>
                <w:szCs w:val="28"/>
              </w:rPr>
              <w:t>20 ноября</w:t>
            </w:r>
            <w:r>
              <w:rPr>
                <w:szCs w:val="28"/>
              </w:rPr>
              <w:t xml:space="preserve"> 202</w:t>
            </w:r>
            <w:r w:rsidR="00957F67">
              <w:rPr>
                <w:szCs w:val="28"/>
              </w:rPr>
              <w:t>4</w:t>
            </w:r>
            <w:r>
              <w:rPr>
                <w:szCs w:val="28"/>
              </w:rPr>
              <w:t xml:space="preserve"> г. № 1</w:t>
            </w:r>
            <w:r w:rsidR="00957F67">
              <w:rPr>
                <w:szCs w:val="28"/>
              </w:rPr>
              <w:t>1</w:t>
            </w:r>
            <w:r>
              <w:rPr>
                <w:szCs w:val="28"/>
              </w:rPr>
              <w:t>0/</w:t>
            </w:r>
            <w:r w:rsidR="00957F67">
              <w:rPr>
                <w:szCs w:val="28"/>
              </w:rPr>
              <w:t>619</w:t>
            </w:r>
          </w:p>
        </w:tc>
      </w:tr>
    </w:tbl>
    <w:p w:rsidR="00BD0DA4" w:rsidRDefault="00BD0DA4" w:rsidP="00BD0DA4">
      <w:pPr>
        <w:pStyle w:val="3"/>
      </w:pPr>
      <w:bookmarkStart w:id="0" w:name="_GoBack"/>
      <w:bookmarkEnd w:id="0"/>
    </w:p>
    <w:p w:rsidR="00BD0DA4" w:rsidRPr="0055484C" w:rsidRDefault="00BD0DA4" w:rsidP="00BD0DA4">
      <w:pPr>
        <w:pStyle w:val="3"/>
        <w:jc w:val="center"/>
        <w:rPr>
          <w:b/>
          <w:sz w:val="28"/>
          <w:szCs w:val="28"/>
        </w:rPr>
      </w:pPr>
      <w:r w:rsidRPr="0055484C">
        <w:rPr>
          <w:b/>
          <w:sz w:val="28"/>
          <w:szCs w:val="28"/>
        </w:rPr>
        <w:t xml:space="preserve">Список кандидатур для исключения из резерва составов </w:t>
      </w:r>
    </w:p>
    <w:p w:rsidR="00BD0DA4" w:rsidRDefault="00BD0DA4" w:rsidP="00BD0DA4">
      <w:pPr>
        <w:pStyle w:val="3"/>
        <w:jc w:val="center"/>
        <w:rPr>
          <w:sz w:val="28"/>
          <w:szCs w:val="28"/>
        </w:rPr>
      </w:pPr>
      <w:r w:rsidRPr="0055484C">
        <w:rPr>
          <w:b/>
          <w:sz w:val="28"/>
          <w:szCs w:val="28"/>
        </w:rPr>
        <w:t>участковых комиссий</w:t>
      </w:r>
    </w:p>
    <w:p w:rsidR="00BD0DA4" w:rsidRDefault="00BD0DA4" w:rsidP="00BD0DA4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sz w:val="28"/>
          <w:szCs w:val="28"/>
        </w:rPr>
        <w:t>Старожиловского</w:t>
      </w:r>
      <w:proofErr w:type="spellEnd"/>
      <w:r>
        <w:rPr>
          <w:sz w:val="28"/>
          <w:szCs w:val="28"/>
        </w:rPr>
        <w:t xml:space="preserve"> района Рязанской области</w:t>
      </w:r>
    </w:p>
    <w:p w:rsidR="00BD0DA4" w:rsidRDefault="00BD0DA4" w:rsidP="00BD0DA4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>на основании подпункта «</w:t>
      </w:r>
      <w:r w:rsidR="00957F67">
        <w:rPr>
          <w:sz w:val="28"/>
          <w:szCs w:val="28"/>
        </w:rPr>
        <w:t>в</w:t>
      </w:r>
      <w:r>
        <w:rPr>
          <w:sz w:val="28"/>
          <w:szCs w:val="28"/>
        </w:rPr>
        <w:t>» пункта 25 Порядка</w:t>
      </w:r>
    </w:p>
    <w:tbl>
      <w:tblPr>
        <w:tblStyle w:val="af3"/>
        <w:tblW w:w="0" w:type="auto"/>
        <w:tblInd w:w="283" w:type="dxa"/>
        <w:tblLook w:val="04A0" w:firstRow="1" w:lastRow="0" w:firstColumn="1" w:lastColumn="0" w:noHBand="0" w:noVBand="1"/>
      </w:tblPr>
      <w:tblGrid>
        <w:gridCol w:w="676"/>
        <w:gridCol w:w="2977"/>
        <w:gridCol w:w="3260"/>
        <w:gridCol w:w="2374"/>
      </w:tblGrid>
      <w:tr w:rsidR="00BD0DA4" w:rsidRPr="000E3234" w:rsidTr="00957F67">
        <w:tc>
          <w:tcPr>
            <w:tcW w:w="676" w:type="dxa"/>
            <w:vAlign w:val="center"/>
          </w:tcPr>
          <w:p w:rsidR="00BD0DA4" w:rsidRPr="000E3234" w:rsidRDefault="00BD0DA4" w:rsidP="00C0153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3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D0DA4" w:rsidRPr="000E3234" w:rsidRDefault="00BD0DA4" w:rsidP="00C0153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E323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E323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Align w:val="center"/>
          </w:tcPr>
          <w:p w:rsidR="00BD0DA4" w:rsidRPr="000E3234" w:rsidRDefault="00BD0DA4" w:rsidP="00C0153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34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260" w:type="dxa"/>
            <w:vAlign w:val="center"/>
          </w:tcPr>
          <w:p w:rsidR="00BD0DA4" w:rsidRPr="000E3234" w:rsidRDefault="00BD0DA4" w:rsidP="00C0153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34">
              <w:rPr>
                <w:rFonts w:ascii="Times New Roman" w:hAnsi="Times New Roman"/>
                <w:sz w:val="28"/>
                <w:szCs w:val="28"/>
              </w:rPr>
              <w:t xml:space="preserve">Кем </w:t>
            </w:r>
            <w:proofErr w:type="gramStart"/>
            <w:r w:rsidRPr="000E3234">
              <w:rPr>
                <w:rFonts w:ascii="Times New Roman" w:hAnsi="Times New Roman"/>
                <w:sz w:val="28"/>
                <w:szCs w:val="28"/>
              </w:rPr>
              <w:t>предложен</w:t>
            </w:r>
            <w:proofErr w:type="gramEnd"/>
          </w:p>
        </w:tc>
        <w:tc>
          <w:tcPr>
            <w:tcW w:w="2374" w:type="dxa"/>
            <w:vAlign w:val="center"/>
          </w:tcPr>
          <w:p w:rsidR="00BD0DA4" w:rsidRPr="000E3234" w:rsidRDefault="00BD0DA4" w:rsidP="00C0153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34">
              <w:rPr>
                <w:rFonts w:ascii="Times New Roman" w:hAnsi="Times New Roman"/>
                <w:sz w:val="28"/>
                <w:szCs w:val="28"/>
              </w:rPr>
              <w:t>№ избирательного участка</w:t>
            </w:r>
          </w:p>
        </w:tc>
      </w:tr>
      <w:tr w:rsidR="00BD0DA4" w:rsidRPr="000E3234" w:rsidTr="00957F67">
        <w:tc>
          <w:tcPr>
            <w:tcW w:w="676" w:type="dxa"/>
          </w:tcPr>
          <w:p w:rsidR="00BD0DA4" w:rsidRPr="000E3234" w:rsidRDefault="00BD0DA4" w:rsidP="00C0153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957F67" w:rsidRDefault="00957F67" w:rsidP="00957F6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Бирюлин</w:t>
            </w:r>
            <w:proofErr w:type="spellEnd"/>
          </w:p>
          <w:p w:rsidR="00BD0DA4" w:rsidRPr="000E3234" w:rsidRDefault="00957F67" w:rsidP="00C015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Алексей Григорьевич</w:t>
            </w:r>
          </w:p>
        </w:tc>
        <w:tc>
          <w:tcPr>
            <w:tcW w:w="3260" w:type="dxa"/>
          </w:tcPr>
          <w:p w:rsidR="00BD0DA4" w:rsidRPr="00957F67" w:rsidRDefault="00957F67" w:rsidP="00957F6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6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Местное отделение Всероссийской политической партии "ЕДИНАЯ РОССИЯ" </w:t>
            </w:r>
            <w:proofErr w:type="spellStart"/>
            <w:r w:rsidRPr="00957F6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Старожиловского</w:t>
            </w:r>
            <w:proofErr w:type="spellEnd"/>
            <w:r w:rsidRPr="00957F6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района</w:t>
            </w:r>
          </w:p>
        </w:tc>
        <w:tc>
          <w:tcPr>
            <w:tcW w:w="2374" w:type="dxa"/>
          </w:tcPr>
          <w:p w:rsidR="00BD0DA4" w:rsidRPr="000E3234" w:rsidRDefault="00BD0DA4" w:rsidP="00957F6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34">
              <w:rPr>
                <w:rFonts w:ascii="Times New Roman" w:hAnsi="Times New Roman"/>
                <w:sz w:val="28"/>
                <w:szCs w:val="28"/>
              </w:rPr>
              <w:t>6</w:t>
            </w:r>
            <w:r w:rsidR="00957F67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</w:tbl>
    <w:p w:rsidR="009E27F6" w:rsidRPr="00BA265E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RPr="00BA265E" w:rsidSect="00A13D6D">
      <w:headerReference w:type="default" r:id="rId9"/>
      <w:pgSz w:w="11906" w:h="16838" w:code="9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7FE" w:rsidRDefault="001907FE">
      <w:r>
        <w:separator/>
      </w:r>
    </w:p>
  </w:endnote>
  <w:endnote w:type="continuationSeparator" w:id="0">
    <w:p w:rsidR="001907FE" w:rsidRDefault="0019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7FE" w:rsidRDefault="001907FE">
      <w:r>
        <w:separator/>
      </w:r>
    </w:p>
  </w:footnote>
  <w:footnote w:type="continuationSeparator" w:id="0">
    <w:p w:rsidR="001907FE" w:rsidRDefault="00190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8B335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3B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33F7"/>
    <w:multiLevelType w:val="hybridMultilevel"/>
    <w:tmpl w:val="C9E2A046"/>
    <w:lvl w:ilvl="0" w:tplc="480A0E5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0C764D4"/>
    <w:multiLevelType w:val="hybridMultilevel"/>
    <w:tmpl w:val="08002BD6"/>
    <w:lvl w:ilvl="0" w:tplc="136460F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11E30"/>
    <w:rsid w:val="00023785"/>
    <w:rsid w:val="00024515"/>
    <w:rsid w:val="00025578"/>
    <w:rsid w:val="0003081F"/>
    <w:rsid w:val="00035617"/>
    <w:rsid w:val="0003791B"/>
    <w:rsid w:val="0005468D"/>
    <w:rsid w:val="00057F76"/>
    <w:rsid w:val="000629D2"/>
    <w:rsid w:val="000655CD"/>
    <w:rsid w:val="00091B54"/>
    <w:rsid w:val="00095775"/>
    <w:rsid w:val="000A336C"/>
    <w:rsid w:val="000C204D"/>
    <w:rsid w:val="000C3D3B"/>
    <w:rsid w:val="000C468D"/>
    <w:rsid w:val="000C7717"/>
    <w:rsid w:val="000E3DD0"/>
    <w:rsid w:val="000E6159"/>
    <w:rsid w:val="000F2F3F"/>
    <w:rsid w:val="000F52A9"/>
    <w:rsid w:val="000F78F5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907FE"/>
    <w:rsid w:val="001B2E56"/>
    <w:rsid w:val="001C0160"/>
    <w:rsid w:val="001C12D7"/>
    <w:rsid w:val="001C2AF4"/>
    <w:rsid w:val="001D52C9"/>
    <w:rsid w:val="001D7873"/>
    <w:rsid w:val="001F3AE9"/>
    <w:rsid w:val="001F6F76"/>
    <w:rsid w:val="00200B46"/>
    <w:rsid w:val="002024C5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308C"/>
    <w:rsid w:val="00265A33"/>
    <w:rsid w:val="002A6DDE"/>
    <w:rsid w:val="002B30BD"/>
    <w:rsid w:val="002C0D46"/>
    <w:rsid w:val="002C2079"/>
    <w:rsid w:val="002D2F15"/>
    <w:rsid w:val="002E2144"/>
    <w:rsid w:val="002E5255"/>
    <w:rsid w:val="002F2D1D"/>
    <w:rsid w:val="0031415B"/>
    <w:rsid w:val="003328AF"/>
    <w:rsid w:val="00333A17"/>
    <w:rsid w:val="00340311"/>
    <w:rsid w:val="0037549B"/>
    <w:rsid w:val="00383B82"/>
    <w:rsid w:val="003B363D"/>
    <w:rsid w:val="003C2BAE"/>
    <w:rsid w:val="003C3DA4"/>
    <w:rsid w:val="003C6D33"/>
    <w:rsid w:val="003D42AD"/>
    <w:rsid w:val="003E19B7"/>
    <w:rsid w:val="003F2C70"/>
    <w:rsid w:val="00420AE9"/>
    <w:rsid w:val="00423161"/>
    <w:rsid w:val="00433870"/>
    <w:rsid w:val="00436366"/>
    <w:rsid w:val="00467D34"/>
    <w:rsid w:val="004700EA"/>
    <w:rsid w:val="0047276F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05E"/>
    <w:rsid w:val="005338AD"/>
    <w:rsid w:val="00542F46"/>
    <w:rsid w:val="00546443"/>
    <w:rsid w:val="005707C8"/>
    <w:rsid w:val="00571595"/>
    <w:rsid w:val="00573960"/>
    <w:rsid w:val="0058104C"/>
    <w:rsid w:val="00583A68"/>
    <w:rsid w:val="0059194F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97BA1"/>
    <w:rsid w:val="006A5494"/>
    <w:rsid w:val="006B192B"/>
    <w:rsid w:val="006B4B62"/>
    <w:rsid w:val="006B6F77"/>
    <w:rsid w:val="006C3881"/>
    <w:rsid w:val="006D3402"/>
    <w:rsid w:val="006F7E8C"/>
    <w:rsid w:val="007009E3"/>
    <w:rsid w:val="00723D2D"/>
    <w:rsid w:val="00731F44"/>
    <w:rsid w:val="00742C58"/>
    <w:rsid w:val="00742E87"/>
    <w:rsid w:val="00757A4D"/>
    <w:rsid w:val="00765BD9"/>
    <w:rsid w:val="007909F5"/>
    <w:rsid w:val="00792CC4"/>
    <w:rsid w:val="00793BD6"/>
    <w:rsid w:val="007A16EF"/>
    <w:rsid w:val="007A16FB"/>
    <w:rsid w:val="007A2DF9"/>
    <w:rsid w:val="007A6415"/>
    <w:rsid w:val="007A72D4"/>
    <w:rsid w:val="007C1987"/>
    <w:rsid w:val="007D1AA1"/>
    <w:rsid w:val="007D34E0"/>
    <w:rsid w:val="007D40CA"/>
    <w:rsid w:val="007D697C"/>
    <w:rsid w:val="007E05EF"/>
    <w:rsid w:val="007F5687"/>
    <w:rsid w:val="007F6295"/>
    <w:rsid w:val="008008EE"/>
    <w:rsid w:val="008031D5"/>
    <w:rsid w:val="0080326F"/>
    <w:rsid w:val="00804162"/>
    <w:rsid w:val="00807CD4"/>
    <w:rsid w:val="0081282E"/>
    <w:rsid w:val="00815497"/>
    <w:rsid w:val="0081658C"/>
    <w:rsid w:val="008335CC"/>
    <w:rsid w:val="0084202F"/>
    <w:rsid w:val="0084358B"/>
    <w:rsid w:val="00846580"/>
    <w:rsid w:val="00855D2C"/>
    <w:rsid w:val="00861161"/>
    <w:rsid w:val="008631EE"/>
    <w:rsid w:val="008710C9"/>
    <w:rsid w:val="00874785"/>
    <w:rsid w:val="00874A77"/>
    <w:rsid w:val="00881C1A"/>
    <w:rsid w:val="00893EB4"/>
    <w:rsid w:val="008A4F24"/>
    <w:rsid w:val="008A58C8"/>
    <w:rsid w:val="008B335B"/>
    <w:rsid w:val="008B33BB"/>
    <w:rsid w:val="008B7328"/>
    <w:rsid w:val="009023B4"/>
    <w:rsid w:val="0091007D"/>
    <w:rsid w:val="00912574"/>
    <w:rsid w:val="00926D25"/>
    <w:rsid w:val="00934F01"/>
    <w:rsid w:val="009377BB"/>
    <w:rsid w:val="00940D6A"/>
    <w:rsid w:val="0094535F"/>
    <w:rsid w:val="009559F1"/>
    <w:rsid w:val="00957F67"/>
    <w:rsid w:val="0096414B"/>
    <w:rsid w:val="00972952"/>
    <w:rsid w:val="00974E23"/>
    <w:rsid w:val="00976930"/>
    <w:rsid w:val="00980801"/>
    <w:rsid w:val="009859A9"/>
    <w:rsid w:val="00987D5A"/>
    <w:rsid w:val="00993523"/>
    <w:rsid w:val="00995519"/>
    <w:rsid w:val="009C0684"/>
    <w:rsid w:val="009D05BB"/>
    <w:rsid w:val="009E12B1"/>
    <w:rsid w:val="009E27F6"/>
    <w:rsid w:val="009E7D44"/>
    <w:rsid w:val="009F1882"/>
    <w:rsid w:val="00A05016"/>
    <w:rsid w:val="00A11551"/>
    <w:rsid w:val="00A12CE8"/>
    <w:rsid w:val="00A13D6D"/>
    <w:rsid w:val="00A21943"/>
    <w:rsid w:val="00A26EB9"/>
    <w:rsid w:val="00A27221"/>
    <w:rsid w:val="00A42615"/>
    <w:rsid w:val="00A44A05"/>
    <w:rsid w:val="00A80062"/>
    <w:rsid w:val="00A82DA4"/>
    <w:rsid w:val="00A86FE2"/>
    <w:rsid w:val="00A933E8"/>
    <w:rsid w:val="00A952C5"/>
    <w:rsid w:val="00A965BC"/>
    <w:rsid w:val="00AA4B85"/>
    <w:rsid w:val="00AA6B91"/>
    <w:rsid w:val="00AE2DEF"/>
    <w:rsid w:val="00AE3137"/>
    <w:rsid w:val="00AE71DD"/>
    <w:rsid w:val="00AF316E"/>
    <w:rsid w:val="00AF4AE0"/>
    <w:rsid w:val="00B00804"/>
    <w:rsid w:val="00B136F2"/>
    <w:rsid w:val="00B2023D"/>
    <w:rsid w:val="00B27633"/>
    <w:rsid w:val="00B42F95"/>
    <w:rsid w:val="00B431AC"/>
    <w:rsid w:val="00B52AE5"/>
    <w:rsid w:val="00B56BBB"/>
    <w:rsid w:val="00B66477"/>
    <w:rsid w:val="00B70F61"/>
    <w:rsid w:val="00B717BE"/>
    <w:rsid w:val="00B737BC"/>
    <w:rsid w:val="00B962E4"/>
    <w:rsid w:val="00BA0E51"/>
    <w:rsid w:val="00BA265E"/>
    <w:rsid w:val="00BB7F52"/>
    <w:rsid w:val="00BC3DF0"/>
    <w:rsid w:val="00BC5AA2"/>
    <w:rsid w:val="00BD0DA4"/>
    <w:rsid w:val="00BD13C4"/>
    <w:rsid w:val="00BD2250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96BB9"/>
    <w:rsid w:val="00CA4973"/>
    <w:rsid w:val="00CA6982"/>
    <w:rsid w:val="00CB3CC8"/>
    <w:rsid w:val="00CB50B0"/>
    <w:rsid w:val="00CB6180"/>
    <w:rsid w:val="00CB6474"/>
    <w:rsid w:val="00CD7F04"/>
    <w:rsid w:val="00CE4798"/>
    <w:rsid w:val="00CF58C4"/>
    <w:rsid w:val="00D00729"/>
    <w:rsid w:val="00D05B63"/>
    <w:rsid w:val="00D10758"/>
    <w:rsid w:val="00D11025"/>
    <w:rsid w:val="00D16A5B"/>
    <w:rsid w:val="00D24F07"/>
    <w:rsid w:val="00D26B6C"/>
    <w:rsid w:val="00D27D9A"/>
    <w:rsid w:val="00D4639B"/>
    <w:rsid w:val="00D906E5"/>
    <w:rsid w:val="00D97E5C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3C93"/>
    <w:rsid w:val="00E260BA"/>
    <w:rsid w:val="00E42F94"/>
    <w:rsid w:val="00E601BB"/>
    <w:rsid w:val="00E71946"/>
    <w:rsid w:val="00E72F00"/>
    <w:rsid w:val="00E739DC"/>
    <w:rsid w:val="00E755C4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6737"/>
    <w:rsid w:val="00F14792"/>
    <w:rsid w:val="00F15D15"/>
    <w:rsid w:val="00F2135C"/>
    <w:rsid w:val="00F22B7C"/>
    <w:rsid w:val="00F23145"/>
    <w:rsid w:val="00F25BE7"/>
    <w:rsid w:val="00F3059C"/>
    <w:rsid w:val="00F33683"/>
    <w:rsid w:val="00F34F07"/>
    <w:rsid w:val="00F729BE"/>
    <w:rsid w:val="00FA11BA"/>
    <w:rsid w:val="00FA5552"/>
    <w:rsid w:val="00FB1C77"/>
    <w:rsid w:val="00FC427F"/>
    <w:rsid w:val="00FD1758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unhideWhenUsed/>
    <w:qFormat/>
    <w:rsid w:val="00B136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136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2DEA-F9FB-4176-83D3-94FB054B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119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29</cp:revision>
  <cp:lastPrinted>2024-12-03T06:40:00Z</cp:lastPrinted>
  <dcterms:created xsi:type="dcterms:W3CDTF">2021-09-04T08:22:00Z</dcterms:created>
  <dcterms:modified xsi:type="dcterms:W3CDTF">2024-12-03T06:44:00Z</dcterms:modified>
</cp:coreProperties>
</file>